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35B" w:rsidRPr="00FE3C24" w:rsidRDefault="008D735B" w:rsidP="00FE3C24">
      <w:pPr>
        <w:tabs>
          <w:tab w:val="left" w:pos="1620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FE3C24" w:rsidRDefault="00FE3C2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0524E7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211455</wp:posOffset>
            </wp:positionV>
            <wp:extent cx="1595755" cy="1369695"/>
            <wp:effectExtent l="0" t="0" r="4445" b="0"/>
            <wp:wrapNone/>
            <wp:docPr id="6" name="Afbeelding 6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97155</wp:posOffset>
            </wp:positionV>
            <wp:extent cx="2747645" cy="1012190"/>
            <wp:effectExtent l="0" t="0" r="0" b="0"/>
            <wp:wrapNone/>
            <wp:docPr id="5" name="Afbeelding 5" descr="CKZ-Deflogo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KZ-Deflogo-kl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</w:rPr>
      </w:pPr>
    </w:p>
    <w:p w:rsidR="00CF7566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CF7566">
        <w:rPr>
          <w:rFonts w:ascii="Arial" w:hAnsi="Arial" w:cs="Arial"/>
          <w:b/>
          <w:sz w:val="40"/>
          <w:szCs w:val="40"/>
        </w:rPr>
        <w:t>Vragenlijst</w:t>
      </w:r>
    </w:p>
    <w:p w:rsidR="004822B2" w:rsidRPr="00CF7566" w:rsidRDefault="004822B2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</w:p>
    <w:p w:rsidR="008D735B" w:rsidRPr="00CF7566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CF7566">
        <w:rPr>
          <w:rFonts w:ascii="Arial" w:hAnsi="Arial" w:cs="Arial"/>
          <w:b/>
          <w:sz w:val="40"/>
          <w:szCs w:val="40"/>
        </w:rPr>
        <w:t>Ervaringen met de Kraamzorg</w:t>
      </w:r>
      <w:r w:rsidR="008D735B" w:rsidRPr="00CF7566">
        <w:rPr>
          <w:rFonts w:ascii="Arial" w:hAnsi="Arial" w:cs="Arial"/>
          <w:b/>
          <w:sz w:val="40"/>
          <w:szCs w:val="40"/>
        </w:rPr>
        <w:t xml:space="preserve"> 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F6276A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F6276A">
        <w:rPr>
          <w:rFonts w:ascii="Arial" w:hAnsi="Arial" w:cs="Arial"/>
          <w:i/>
          <w:sz w:val="32"/>
          <w:szCs w:val="32"/>
        </w:rPr>
        <w:t>Bestemd voor personen van 1</w:t>
      </w:r>
      <w:r w:rsidR="00A544D2">
        <w:rPr>
          <w:rFonts w:ascii="Arial" w:hAnsi="Arial" w:cs="Arial"/>
          <w:i/>
          <w:sz w:val="32"/>
          <w:szCs w:val="32"/>
        </w:rPr>
        <w:t>6</w:t>
      </w:r>
      <w:r w:rsidRPr="00F6276A">
        <w:rPr>
          <w:rFonts w:ascii="Arial" w:hAnsi="Arial" w:cs="Arial"/>
          <w:i/>
          <w:sz w:val="32"/>
          <w:szCs w:val="32"/>
        </w:rPr>
        <w:t xml:space="preserve"> jaar en ouder die gebruik maken </w:t>
      </w:r>
    </w:p>
    <w:p w:rsidR="00F6276A" w:rsidRPr="00F6276A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F6276A">
        <w:rPr>
          <w:rFonts w:ascii="Arial" w:hAnsi="Arial" w:cs="Arial"/>
          <w:i/>
          <w:sz w:val="32"/>
          <w:szCs w:val="32"/>
        </w:rPr>
        <w:t>(of hebben gemaakt) van kraamzorg</w:t>
      </w:r>
    </w:p>
    <w:p w:rsidR="008D735B" w:rsidRPr="00CA21BE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4822B2">
        <w:rPr>
          <w:rFonts w:ascii="Arial" w:hAnsi="Arial" w:cs="Arial"/>
          <w:sz w:val="32"/>
          <w:szCs w:val="32"/>
        </w:rPr>
        <w:t>CQ-index Kraamzorg</w:t>
      </w:r>
    </w:p>
    <w:p w:rsidR="00F6276A" w:rsidRPr="004822B2" w:rsidRDefault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</w:p>
    <w:p w:rsidR="008D735B" w:rsidRPr="004822B2" w:rsidRDefault="00CF7566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 w:rsidRPr="004822B2">
        <w:rPr>
          <w:rFonts w:ascii="Arial" w:hAnsi="Arial" w:cs="Arial"/>
          <w:sz w:val="32"/>
          <w:szCs w:val="32"/>
        </w:rPr>
        <w:t xml:space="preserve">Versie </w:t>
      </w:r>
      <w:r w:rsidR="00FC09B6" w:rsidRPr="004822B2">
        <w:rPr>
          <w:rFonts w:ascii="Arial" w:hAnsi="Arial" w:cs="Arial"/>
          <w:sz w:val="32"/>
          <w:szCs w:val="32"/>
        </w:rPr>
        <w:t>3.</w:t>
      </w:r>
      <w:r w:rsidR="00A1698E">
        <w:rPr>
          <w:rFonts w:ascii="Arial" w:hAnsi="Arial" w:cs="Arial"/>
          <w:sz w:val="32"/>
          <w:szCs w:val="32"/>
        </w:rPr>
        <w:t>2</w:t>
      </w:r>
    </w:p>
    <w:p w:rsidR="008D735B" w:rsidRPr="00345A9A" w:rsidRDefault="00345A9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Online</w:t>
      </w:r>
    </w:p>
    <w:p w:rsidR="008D735B" w:rsidRPr="00AB6388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8D735B" w:rsidRPr="00AB6388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AB6388" w:rsidRP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AB6388" w:rsidRDefault="00AB638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CA21BE" w:rsidRDefault="00CA21B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CA21BE" w:rsidRDefault="00CA21B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Pr="00F6276A" w:rsidRDefault="00F6276A" w:rsidP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</w:rPr>
      </w:pPr>
      <w:r w:rsidRPr="00F6276A">
        <w:rPr>
          <w:rFonts w:ascii="Arial" w:hAnsi="Arial" w:cs="Arial"/>
          <w:b/>
        </w:rPr>
        <w:t>Deze specifieke vragenlijst is gebaseerd op de internationaal gebruikte CAHPS® vragenlijsten. De vragenlijst is ontwikkeld door het NIVEL.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8D735B" w:rsidRPr="00F6276A" w:rsidRDefault="008D735B" w:rsidP="00F6276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260" w:lineRule="exact"/>
        <w:jc w:val="center"/>
        <w:rPr>
          <w:rFonts w:ascii="Arial" w:hAnsi="Arial" w:cs="Arial"/>
          <w:szCs w:val="22"/>
        </w:rPr>
      </w:pPr>
      <w:r w:rsidRPr="00F6276A">
        <w:rPr>
          <w:rFonts w:ascii="Arial" w:hAnsi="Arial" w:cs="Arial"/>
          <w:szCs w:val="22"/>
        </w:rPr>
        <w:t>Het basisontwerp van de CQI meetinstrumenten is ontwikkeld door het NIVEL, in samenwerking met de afdeling Sociale Geneeskunde van het AMC</w:t>
      </w:r>
      <w:r w:rsidR="00F6276A" w:rsidRPr="00F6276A">
        <w:rPr>
          <w:rFonts w:ascii="Arial" w:hAnsi="Arial" w:cs="Arial"/>
          <w:szCs w:val="22"/>
        </w:rPr>
        <w:t>.</w:t>
      </w:r>
    </w:p>
    <w:p w:rsidR="008D735B" w:rsidRDefault="008D735B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</w:rPr>
      </w:pPr>
    </w:p>
    <w:p w:rsidR="002C22C4" w:rsidRDefault="002C22C4" w:rsidP="002C22C4">
      <w:pPr>
        <w:spacing w:line="300" w:lineRule="exac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 xml:space="preserve">INTRODUCTIE </w:t>
      </w:r>
    </w:p>
    <w:p w:rsidR="00DD1C08" w:rsidRPr="00127C36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 xml:space="preserve">Deze vragenlijst gaat over uw ervaringen met de </w:t>
      </w:r>
      <w:r>
        <w:rPr>
          <w:rFonts w:ascii="Arial" w:hAnsi="Arial" w:cs="Arial"/>
          <w:sz w:val="20"/>
        </w:rPr>
        <w:t>kraamzorg</w:t>
      </w:r>
      <w:r w:rsidRPr="000F3335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0F3335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>
        <w:rPr>
          <w:rFonts w:ascii="Arial" w:hAnsi="Arial" w:cs="Arial"/>
          <w:bCs/>
          <w:iCs/>
          <w:sz w:val="20"/>
        </w:rPr>
        <w:t xml:space="preserve">20-30 </w:t>
      </w:r>
      <w:r w:rsidRPr="000F3335">
        <w:rPr>
          <w:rFonts w:ascii="Arial" w:hAnsi="Arial" w:cs="Arial"/>
          <w:bCs/>
          <w:iCs/>
          <w:sz w:val="20"/>
        </w:rPr>
        <w:t>minuten.</w:t>
      </w:r>
      <w:r w:rsidRPr="000F3335">
        <w:rPr>
          <w:rFonts w:ascii="Arial" w:hAnsi="Arial" w:cs="Arial"/>
          <w:i/>
          <w:sz w:val="20"/>
        </w:rPr>
        <w:t xml:space="preserve">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vragenlijst wordt </w:t>
      </w:r>
      <w:r w:rsidRPr="000F3335">
        <w:rPr>
          <w:rFonts w:ascii="Arial" w:hAnsi="Arial" w:cs="Arial"/>
          <w:sz w:val="20"/>
          <w:u w:val="single"/>
        </w:rPr>
        <w:t>anoniem</w:t>
      </w:r>
      <w:r w:rsidRPr="000F3335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vragenlijst staan. Dit nummer wordt ALLEEN gebruikt om te kijken of de vragenlijst al is teruggestuurd. U krijgt dan géén herinnering meer gestuurd.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0" w:lineRule="atLeast"/>
        <w:jc w:val="both"/>
        <w:rPr>
          <w:rFonts w:ascii="Arial" w:hAnsi="Arial" w:cs="Arial"/>
          <w:i/>
          <w:sz w:val="20"/>
        </w:rPr>
      </w:pPr>
      <w:r w:rsidRPr="000F3335">
        <w:rPr>
          <w:rFonts w:ascii="Arial" w:hAnsi="Arial" w:cs="Arial"/>
          <w:sz w:val="20"/>
        </w:rPr>
        <w:t>Deelname aan dit onderzoek is geheel vrijwillig</w:t>
      </w:r>
      <w:r w:rsidRPr="000F3335">
        <w:rPr>
          <w:rFonts w:ascii="Arial" w:hAnsi="Arial" w:cs="Arial"/>
          <w:i/>
          <w:sz w:val="20"/>
        </w:rPr>
        <w:t xml:space="preserve">. </w:t>
      </w:r>
      <w:r w:rsidRPr="000F3335">
        <w:rPr>
          <w:rFonts w:ascii="Arial" w:hAnsi="Arial" w:cs="Arial"/>
          <w:sz w:val="20"/>
        </w:rPr>
        <w:t xml:space="preserve">Het wel of niet meedoen aan dit onderzoek heeft géén gevolgen voor de zorg die u krijgt.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DD1C08" w:rsidRPr="000F3335" w:rsidRDefault="00DD1C08" w:rsidP="00DD1C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Of u kunt een email sturen naar: XXXX</w:t>
      </w:r>
    </w:p>
    <w:p w:rsidR="008D735B" w:rsidRPr="002C22C4" w:rsidRDefault="008D735B" w:rsidP="002C22C4">
      <w:pPr>
        <w:rPr>
          <w:rFonts w:ascii="Arial" w:hAnsi="Arial" w:cs="Arial"/>
          <w:b/>
          <w:u w:val="single"/>
        </w:rPr>
      </w:pPr>
    </w:p>
    <w:p w:rsidR="008D735B" w:rsidRPr="002C22C4" w:rsidRDefault="008D735B">
      <w:pPr>
        <w:ind w:firstLine="397"/>
        <w:rPr>
          <w:rFonts w:ascii="Arial" w:hAnsi="Arial" w:cs="Arial"/>
          <w:b/>
          <w:sz w:val="24"/>
        </w:rPr>
      </w:pPr>
    </w:p>
    <w:p w:rsidR="008D735B" w:rsidRPr="002C22C4" w:rsidRDefault="008D735B">
      <w:pPr>
        <w:rPr>
          <w:rFonts w:ascii="Arial" w:hAnsi="Arial" w:cs="Arial"/>
          <w:b/>
          <w:sz w:val="24"/>
        </w:rPr>
      </w:pPr>
    </w:p>
    <w:p w:rsidR="00DD1C08" w:rsidRDefault="00DD1C08" w:rsidP="00DD1C08">
      <w:pPr>
        <w:spacing w:line="280" w:lineRule="atLeast"/>
        <w:rPr>
          <w:rFonts w:ascii="Arial" w:hAnsi="Arial" w:cs="Arial"/>
          <w:b/>
          <w:szCs w:val="22"/>
          <w:u w:val="single"/>
        </w:rPr>
      </w:pPr>
      <w:r w:rsidRPr="000F3335">
        <w:rPr>
          <w:rFonts w:ascii="Arial" w:hAnsi="Arial" w:cs="Arial"/>
          <w:b/>
          <w:szCs w:val="22"/>
          <w:u w:val="single"/>
        </w:rPr>
        <w:t>INVULINSTRUCTIE</w:t>
      </w:r>
    </w:p>
    <w:p w:rsidR="00CA21BE" w:rsidRPr="002C22C4" w:rsidRDefault="00CA21BE">
      <w:pPr>
        <w:rPr>
          <w:rFonts w:ascii="Arial" w:hAnsi="Arial" w:cs="Arial"/>
          <w:b/>
          <w:sz w:val="26"/>
        </w:rPr>
      </w:pPr>
    </w:p>
    <w:p w:rsidR="008D735B" w:rsidRPr="00DD1C08" w:rsidRDefault="008D735B" w:rsidP="0048544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D1C08">
        <w:rPr>
          <w:rFonts w:ascii="Arial" w:hAnsi="Arial" w:cs="Arial"/>
          <w:sz w:val="20"/>
          <w:szCs w:val="20"/>
        </w:rPr>
        <w:t>Wanneer in deze vragenlijst wordt gesproken over kraamzorgaanbieder, wordt ook verstaan kraamzorgorganisatie, kraamcentrum, kraamhotel, kraamzorgbureau</w:t>
      </w:r>
      <w:r w:rsidR="007B3750" w:rsidRPr="00DD1C08">
        <w:rPr>
          <w:rFonts w:ascii="Arial" w:hAnsi="Arial" w:cs="Arial"/>
          <w:sz w:val="20"/>
          <w:szCs w:val="20"/>
        </w:rPr>
        <w:t>, zelfstandig werkende kraamverzorgende</w:t>
      </w:r>
      <w:r w:rsidRPr="00DD1C08">
        <w:rPr>
          <w:rFonts w:ascii="Arial" w:hAnsi="Arial" w:cs="Arial"/>
          <w:sz w:val="20"/>
          <w:szCs w:val="20"/>
        </w:rPr>
        <w:t xml:space="preserve"> e.d.</w:t>
      </w:r>
    </w:p>
    <w:p w:rsidR="0051147F" w:rsidRPr="00DD1C08" w:rsidRDefault="0051147F">
      <w:pPr>
        <w:pStyle w:val="Default"/>
        <w:rPr>
          <w:rStyle w:val="text"/>
          <w:rFonts w:ascii="Arial" w:hAnsi="Arial" w:cs="Arial"/>
          <w:sz w:val="20"/>
          <w:szCs w:val="20"/>
        </w:rPr>
      </w:pPr>
    </w:p>
    <w:p w:rsidR="00DD1C08" w:rsidRPr="00DD1C08" w:rsidRDefault="00DD1C08" w:rsidP="00DD1C08">
      <w:pPr>
        <w:numPr>
          <w:ilvl w:val="0"/>
          <w:numId w:val="19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Het is belangrijk dat de vragen </w:t>
      </w:r>
      <w:r w:rsidRPr="00DD1C08">
        <w:rPr>
          <w:rFonts w:ascii="Arial" w:hAnsi="Arial" w:cs="Arial"/>
          <w:sz w:val="20"/>
          <w:u w:val="single"/>
        </w:rPr>
        <w:t>alleen</w:t>
      </w:r>
      <w:r w:rsidRPr="00DD1C08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DD1C08">
        <w:rPr>
          <w:rFonts w:ascii="Arial" w:hAnsi="Arial" w:cs="Arial"/>
          <w:sz w:val="20"/>
          <w:u w:val="single"/>
        </w:rPr>
        <w:t>niet</w:t>
      </w:r>
      <w:r w:rsidRPr="00DD1C08">
        <w:rPr>
          <w:rFonts w:ascii="Arial" w:hAnsi="Arial" w:cs="Arial"/>
          <w:i/>
          <w:sz w:val="20"/>
        </w:rPr>
        <w:t xml:space="preserve"> </w:t>
      </w:r>
      <w:r w:rsidRPr="00DD1C08">
        <w:rPr>
          <w:rFonts w:ascii="Arial" w:hAnsi="Arial" w:cs="Arial"/>
          <w:sz w:val="20"/>
        </w:rPr>
        <w:t>de bedoeling om de vragenlijst aan iemand anders door te geven.</w:t>
      </w:r>
    </w:p>
    <w:p w:rsidR="007D4059" w:rsidRPr="00DD1C08" w:rsidRDefault="007D4059" w:rsidP="007D4059">
      <w:pPr>
        <w:ind w:left="360"/>
        <w:rPr>
          <w:rFonts w:ascii="Arial" w:hAnsi="Arial" w:cs="Arial"/>
          <w:sz w:val="20"/>
        </w:rPr>
      </w:pPr>
    </w:p>
    <w:p w:rsidR="00DD1C08" w:rsidRDefault="00DD1C08" w:rsidP="00DD1C08">
      <w:pPr>
        <w:numPr>
          <w:ilvl w:val="0"/>
          <w:numId w:val="19"/>
        </w:numPr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 xml:space="preserve">De meeste vragen kunt u beantwoorden door </w:t>
      </w:r>
      <w:r w:rsidR="009055AC" w:rsidRPr="00DD1C08">
        <w:rPr>
          <w:rFonts w:ascii="Arial" w:hAnsi="Arial" w:cs="Arial"/>
          <w:sz w:val="20"/>
        </w:rPr>
        <w:t>de vakjes aan te klikken</w:t>
      </w:r>
      <w:r>
        <w:rPr>
          <w:rFonts w:ascii="Arial" w:hAnsi="Arial" w:cs="Arial"/>
          <w:sz w:val="20"/>
        </w:rPr>
        <w:t>.</w:t>
      </w:r>
    </w:p>
    <w:p w:rsidR="00DD1C08" w:rsidRDefault="00DD1C08" w:rsidP="00DD1C08">
      <w:pPr>
        <w:rPr>
          <w:rFonts w:ascii="Arial" w:hAnsi="Arial" w:cs="Arial"/>
          <w:sz w:val="20"/>
        </w:rPr>
      </w:pPr>
    </w:p>
    <w:p w:rsidR="005518FB" w:rsidRDefault="00DD1C08" w:rsidP="00DD1C08">
      <w:pPr>
        <w:numPr>
          <w:ilvl w:val="0"/>
          <w:numId w:val="19"/>
        </w:numPr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kunt u zelf een</w:t>
      </w:r>
      <w:r>
        <w:rPr>
          <w:rFonts w:ascii="Arial" w:hAnsi="Arial" w:cs="Arial"/>
          <w:sz w:val="20"/>
        </w:rPr>
        <w:t xml:space="preserve"> </w:t>
      </w:r>
      <w:r w:rsidR="009055AC" w:rsidRPr="00DD1C08">
        <w:rPr>
          <w:rFonts w:ascii="Arial" w:hAnsi="Arial" w:cs="Arial"/>
          <w:sz w:val="20"/>
        </w:rPr>
        <w:t>tekst typen</w:t>
      </w:r>
      <w:r>
        <w:rPr>
          <w:rFonts w:ascii="Arial" w:hAnsi="Arial" w:cs="Arial"/>
          <w:sz w:val="20"/>
        </w:rPr>
        <w:t>.</w:t>
      </w:r>
    </w:p>
    <w:p w:rsidR="00DD1C08" w:rsidRDefault="00DD1C08" w:rsidP="00DD1C08">
      <w:pPr>
        <w:rPr>
          <w:rFonts w:ascii="Arial" w:hAnsi="Arial" w:cs="Arial"/>
          <w:sz w:val="20"/>
        </w:rPr>
      </w:pPr>
    </w:p>
    <w:p w:rsidR="00DD1C08" w:rsidRDefault="00DD1C08" w:rsidP="00DD1C08">
      <w:pPr>
        <w:numPr>
          <w:ilvl w:val="0"/>
          <w:numId w:val="19"/>
        </w:numPr>
        <w:spacing w:line="280" w:lineRule="atLeast"/>
        <w:jc w:val="both"/>
        <w:rPr>
          <w:rFonts w:ascii="Arial" w:hAnsi="Arial" w:cs="Arial"/>
          <w:sz w:val="20"/>
        </w:rPr>
      </w:pPr>
      <w:r w:rsidRPr="000F3335">
        <w:rPr>
          <w:rFonts w:ascii="Arial" w:hAnsi="Arial" w:cs="Arial"/>
          <w:sz w:val="20"/>
        </w:rPr>
        <w:t>Bij sommige vragen zijn meerdere antwoorden mogelijk. Bij deze vragen staat aangegeven dat u meerdere vakjes kunt aank</w:t>
      </w:r>
      <w:r>
        <w:rPr>
          <w:rFonts w:ascii="Arial" w:hAnsi="Arial" w:cs="Arial"/>
          <w:sz w:val="20"/>
        </w:rPr>
        <w:t>likken</w:t>
      </w:r>
      <w:r w:rsidRPr="000F3335">
        <w:rPr>
          <w:rFonts w:ascii="Arial" w:hAnsi="Arial" w:cs="Arial"/>
          <w:sz w:val="20"/>
        </w:rPr>
        <w:t>.</w:t>
      </w:r>
    </w:p>
    <w:p w:rsidR="00DD1C08" w:rsidRDefault="00DD1C08" w:rsidP="00DD1C08">
      <w:pPr>
        <w:spacing w:line="280" w:lineRule="atLeast"/>
        <w:jc w:val="both"/>
        <w:rPr>
          <w:rFonts w:ascii="Arial" w:hAnsi="Arial" w:cs="Arial"/>
          <w:sz w:val="20"/>
        </w:rPr>
      </w:pPr>
    </w:p>
    <w:p w:rsidR="00DD1C08" w:rsidRPr="000F3335" w:rsidRDefault="00DD1C08" w:rsidP="00DD1C08">
      <w:pPr>
        <w:numPr>
          <w:ilvl w:val="0"/>
          <w:numId w:val="19"/>
        </w:numPr>
        <w:tabs>
          <w:tab w:val="left" w:pos="360"/>
          <w:tab w:val="left" w:pos="1800"/>
        </w:tabs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Wanneer u een situatie niet heeft meegemaakt, dan kunt u de vraag beantwoorden </w:t>
      </w:r>
      <w:r w:rsidRPr="000F3335">
        <w:rPr>
          <w:rFonts w:ascii="Arial" w:hAnsi="Arial" w:cs="Arial"/>
          <w:sz w:val="20"/>
        </w:rPr>
        <w:t xml:space="preserve">met </w:t>
      </w:r>
      <w:r w:rsidRPr="000F3335">
        <w:rPr>
          <w:rFonts w:ascii="Arial" w:hAnsi="Arial" w:cs="Arial"/>
          <w:i/>
          <w:sz w:val="20"/>
        </w:rPr>
        <w:t>‘niet van toepassing’</w:t>
      </w:r>
      <w:r w:rsidR="003E6E57">
        <w:rPr>
          <w:rFonts w:ascii="Arial" w:hAnsi="Arial" w:cs="Arial"/>
          <w:i/>
          <w:sz w:val="20"/>
        </w:rPr>
        <w:t>.</w:t>
      </w:r>
    </w:p>
    <w:p w:rsidR="009055AC" w:rsidRPr="00DD1C08" w:rsidRDefault="009055AC" w:rsidP="009055AC">
      <w:pPr>
        <w:rPr>
          <w:rFonts w:ascii="Arial" w:hAnsi="Arial" w:cs="Arial"/>
          <w:sz w:val="20"/>
        </w:rPr>
      </w:pPr>
    </w:p>
    <w:p w:rsidR="009055AC" w:rsidRPr="00DD1C08" w:rsidRDefault="009055AC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U kunt een antwoord </w:t>
      </w:r>
      <w:r w:rsidR="00485443">
        <w:rPr>
          <w:rFonts w:ascii="Arial" w:hAnsi="Arial" w:cs="Arial"/>
          <w:sz w:val="20"/>
        </w:rPr>
        <w:t>veranderen</w:t>
      </w:r>
      <w:r w:rsidRPr="00DD1C08">
        <w:rPr>
          <w:rFonts w:ascii="Arial" w:hAnsi="Arial" w:cs="Arial"/>
          <w:sz w:val="20"/>
        </w:rPr>
        <w:t xml:space="preserve"> door een ander </w:t>
      </w:r>
      <w:r w:rsidR="00485443">
        <w:rPr>
          <w:rFonts w:ascii="Arial" w:hAnsi="Arial" w:cs="Arial"/>
          <w:sz w:val="20"/>
        </w:rPr>
        <w:t xml:space="preserve">vakje aan </w:t>
      </w:r>
      <w:r w:rsidRPr="00DD1C08">
        <w:rPr>
          <w:rFonts w:ascii="Arial" w:hAnsi="Arial" w:cs="Arial"/>
          <w:sz w:val="20"/>
        </w:rPr>
        <w:t xml:space="preserve">te klikken. Met de knop ‘vorige’ kunt u terug naar een </w:t>
      </w:r>
      <w:r w:rsidR="003E6E57">
        <w:rPr>
          <w:rFonts w:ascii="Arial" w:hAnsi="Arial" w:cs="Arial"/>
          <w:sz w:val="20"/>
        </w:rPr>
        <w:t>eerdere</w:t>
      </w:r>
      <w:r w:rsidRPr="00DD1C08">
        <w:rPr>
          <w:rFonts w:ascii="Arial" w:hAnsi="Arial" w:cs="Arial"/>
          <w:sz w:val="20"/>
        </w:rPr>
        <w:t xml:space="preserve"> vraag om het antwoord aan te passen. Als u de vragenlijst heeft verzonden (als u aan het eind op de knop ‘verzenden’ heeft geklikt) kunt u geen antwoorden meer veranderen. </w:t>
      </w:r>
    </w:p>
    <w:p w:rsidR="005518FB" w:rsidRPr="00DD1C08" w:rsidRDefault="005518FB" w:rsidP="00485443">
      <w:pPr>
        <w:jc w:val="both"/>
        <w:rPr>
          <w:rFonts w:ascii="Arial" w:hAnsi="Arial" w:cs="Arial"/>
          <w:sz w:val="20"/>
        </w:rPr>
      </w:pPr>
    </w:p>
    <w:p w:rsidR="005518FB" w:rsidRPr="00DD1C08" w:rsidRDefault="005518FB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 xml:space="preserve">Bent u nog niet </w:t>
      </w:r>
      <w:r w:rsidR="00485443">
        <w:rPr>
          <w:rFonts w:ascii="Arial" w:hAnsi="Arial" w:cs="Arial"/>
          <w:sz w:val="20"/>
        </w:rPr>
        <w:t>klaar met het invullen van de vragenlijst</w:t>
      </w:r>
      <w:r w:rsidR="003E6E57">
        <w:rPr>
          <w:rFonts w:ascii="Arial" w:hAnsi="Arial" w:cs="Arial"/>
          <w:sz w:val="20"/>
        </w:rPr>
        <w:t xml:space="preserve">, maar </w:t>
      </w:r>
      <w:r w:rsidR="00485443">
        <w:rPr>
          <w:rFonts w:ascii="Arial" w:hAnsi="Arial" w:cs="Arial"/>
          <w:sz w:val="20"/>
        </w:rPr>
        <w:t xml:space="preserve">heeft u geen tijd meer om de vragenlijst verder in te vullen? Dan kunt u gewoon </w:t>
      </w:r>
      <w:r w:rsidRPr="00DD1C08">
        <w:rPr>
          <w:rFonts w:ascii="Arial" w:hAnsi="Arial" w:cs="Arial"/>
          <w:sz w:val="20"/>
        </w:rPr>
        <w:t xml:space="preserve">de pagina sluiten. Alle ingevulde vragen worden bewaard. Als u </w:t>
      </w:r>
      <w:r w:rsidR="003E6E57">
        <w:rPr>
          <w:rFonts w:ascii="Arial" w:hAnsi="Arial" w:cs="Arial"/>
          <w:sz w:val="20"/>
        </w:rPr>
        <w:t>later</w:t>
      </w:r>
      <w:r w:rsidRPr="00DD1C08">
        <w:rPr>
          <w:rFonts w:ascii="Arial" w:hAnsi="Arial" w:cs="Arial"/>
          <w:sz w:val="20"/>
        </w:rPr>
        <w:t xml:space="preserve"> opnieuw met uw code inlogt hoeft u dus NIET alle vragen opnieuw in te vullen.</w:t>
      </w:r>
    </w:p>
    <w:p w:rsidR="006D0C91" w:rsidRPr="00DD1C08" w:rsidRDefault="006D0C91" w:rsidP="00485443">
      <w:pPr>
        <w:jc w:val="both"/>
        <w:rPr>
          <w:rFonts w:ascii="Arial" w:hAnsi="Arial" w:cs="Arial"/>
          <w:sz w:val="20"/>
        </w:rPr>
      </w:pPr>
    </w:p>
    <w:p w:rsidR="00051DDA" w:rsidRPr="00DD1C08" w:rsidRDefault="00051DDA" w:rsidP="00485443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DD1C08">
        <w:rPr>
          <w:rFonts w:ascii="Arial" w:hAnsi="Arial" w:cs="Arial"/>
          <w:sz w:val="20"/>
        </w:rPr>
        <w:t>Heeft u zorg ontvangen van twee of meer kraamverzorgenden</w:t>
      </w:r>
      <w:r w:rsidR="003E6E57">
        <w:rPr>
          <w:rFonts w:ascii="Arial" w:hAnsi="Arial" w:cs="Arial"/>
          <w:sz w:val="20"/>
        </w:rPr>
        <w:t>? B</w:t>
      </w:r>
      <w:r w:rsidRPr="00DD1C08">
        <w:rPr>
          <w:rFonts w:ascii="Arial" w:hAnsi="Arial" w:cs="Arial"/>
          <w:sz w:val="20"/>
        </w:rPr>
        <w:t xml:space="preserve">eantwoordt </w:t>
      </w:r>
      <w:r w:rsidR="003E6E57">
        <w:rPr>
          <w:rFonts w:ascii="Arial" w:hAnsi="Arial" w:cs="Arial"/>
          <w:sz w:val="20"/>
        </w:rPr>
        <w:t xml:space="preserve">dan </w:t>
      </w:r>
      <w:r w:rsidRPr="00DD1C08">
        <w:rPr>
          <w:rFonts w:ascii="Arial" w:hAnsi="Arial" w:cs="Arial"/>
          <w:sz w:val="20"/>
        </w:rPr>
        <w:t>de vragen dan voor de kraamverzorgende met wie u het meeste contact heeft gehad.</w:t>
      </w:r>
    </w:p>
    <w:p w:rsidR="008D735B" w:rsidRPr="00DD1C08" w:rsidRDefault="008D735B" w:rsidP="009055AC">
      <w:pPr>
        <w:tabs>
          <w:tab w:val="left" w:pos="900"/>
          <w:tab w:val="left" w:pos="1800"/>
        </w:tabs>
        <w:spacing w:line="280" w:lineRule="exact"/>
        <w:ind w:left="1440"/>
        <w:rPr>
          <w:rFonts w:ascii="Arial" w:hAnsi="Arial" w:cs="Arial"/>
          <w:sz w:val="20"/>
        </w:rPr>
      </w:pPr>
    </w:p>
    <w:p w:rsidR="008D735B" w:rsidRDefault="008D735B">
      <w:pPr>
        <w:rPr>
          <w:rFonts w:ascii="Arial" w:hAnsi="Arial" w:cs="Arial"/>
          <w:u w:val="single"/>
        </w:rPr>
        <w:sectPr w:rsidR="008D735B">
          <w:footerReference w:type="even" r:id="rId14"/>
          <w:footerReference w:type="default" r:id="rId15"/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8D735B" w:rsidRPr="006305E0" w:rsidRDefault="008D735B">
      <w:pPr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lastRenderedPageBreak/>
        <w:t xml:space="preserve">INTRODUCTIE  </w:t>
      </w:r>
    </w:p>
    <w:p w:rsidR="008D735B" w:rsidRPr="006305E0" w:rsidRDefault="008D735B">
      <w:pPr>
        <w:spacing w:line="280" w:lineRule="exact"/>
        <w:rPr>
          <w:rFonts w:ascii="Arial" w:hAnsi="Arial" w:cs="Arial"/>
          <w:i/>
          <w:sz w:val="20"/>
          <w:u w:val="single"/>
        </w:rPr>
      </w:pPr>
    </w:p>
    <w:p w:rsidR="009055AC" w:rsidRPr="006305E0" w:rsidRDefault="008D735B" w:rsidP="009055AC">
      <w:pPr>
        <w:numPr>
          <w:ilvl w:val="0"/>
          <w:numId w:val="13"/>
        </w:num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Heeft u </w:t>
      </w:r>
      <w:r>
        <w:rPr>
          <w:rFonts w:ascii="Arial" w:hAnsi="Arial" w:cs="Arial"/>
          <w:b/>
          <w:sz w:val="20"/>
          <w:u w:val="single"/>
        </w:rPr>
        <w:t>in d</w:t>
      </w:r>
      <w:r w:rsidRPr="006305E0">
        <w:rPr>
          <w:rFonts w:ascii="Arial" w:hAnsi="Arial" w:cs="Arial"/>
          <w:b/>
          <w:sz w:val="20"/>
          <w:u w:val="single"/>
        </w:rPr>
        <w:t>e periode</w:t>
      </w:r>
      <w:r w:rsidR="007B3750" w:rsidRPr="006305E0">
        <w:rPr>
          <w:rFonts w:ascii="Arial" w:hAnsi="Arial" w:cs="Arial"/>
          <w:b/>
          <w:sz w:val="20"/>
        </w:rPr>
        <w:t xml:space="preserve"> </w:t>
      </w:r>
      <w:r w:rsidR="007D4059">
        <w:rPr>
          <w:rFonts w:ascii="Arial" w:hAnsi="Arial" w:cs="Arial"/>
          <w:b/>
          <w:sz w:val="20"/>
        </w:rPr>
        <w:t>…. - …..</w:t>
      </w:r>
      <w:r w:rsidR="00AB6388">
        <w:rPr>
          <w:rFonts w:ascii="Arial" w:hAnsi="Arial" w:cs="Arial"/>
          <w:b/>
          <w:sz w:val="20"/>
        </w:rPr>
        <w:t xml:space="preserve"> </w:t>
      </w:r>
      <w:r w:rsidR="007B3750" w:rsidRPr="006305E0">
        <w:rPr>
          <w:rFonts w:ascii="Arial" w:hAnsi="Arial" w:cs="Arial"/>
          <w:b/>
          <w:sz w:val="20"/>
        </w:rPr>
        <w:t>kraamzorg gekregen?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(invullen periode van de afgelopen </w:t>
      </w:r>
      <w:r w:rsidR="00624C64">
        <w:rPr>
          <w:rFonts w:ascii="Arial" w:hAnsi="Arial" w:cs="Arial"/>
          <w:b/>
          <w:color w:val="FF0000"/>
          <w:sz w:val="20"/>
        </w:rPr>
        <w:t>3</w:t>
      </w:r>
      <w:r w:rsidR="002C22C4" w:rsidRPr="002C22C4">
        <w:rPr>
          <w:rFonts w:ascii="Arial" w:hAnsi="Arial" w:cs="Arial"/>
          <w:b/>
          <w:color w:val="FF0000"/>
          <w:sz w:val="20"/>
        </w:rPr>
        <w:t xml:space="preserve"> maanden, reken vanaf verzenddatum vragenlijst</w:t>
      </w:r>
      <w:r w:rsidR="002C22C4">
        <w:rPr>
          <w:rFonts w:ascii="Arial" w:hAnsi="Arial" w:cs="Arial"/>
          <w:b/>
          <w:color w:val="FF0000"/>
          <w:sz w:val="20"/>
        </w:rPr>
        <w:t>)</w:t>
      </w:r>
    </w:p>
    <w:p w:rsidR="00FB2480" w:rsidRDefault="00FB2480" w:rsidP="00FB2480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6D0C91" w:rsidRPr="002C22C4" w:rsidRDefault="008D735B" w:rsidP="00D571C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6D0C91" w:rsidRPr="002C22C4">
        <w:rPr>
          <w:rFonts w:ascii="Arial" w:hAnsi="Arial" w:cs="Arial"/>
          <w:b/>
          <w:sz w:val="20"/>
        </w:rPr>
        <w:sym w:font="Wingdings" w:char="F0E0"/>
      </w:r>
      <w:r w:rsidR="006D0C91"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  <w:r w:rsidR="006D0C91" w:rsidRPr="007D2DE0">
        <w:rPr>
          <w:rFonts w:ascii="Arial" w:hAnsi="Arial" w:cs="Arial"/>
          <w:i/>
          <w:sz w:val="20"/>
        </w:rPr>
        <w:t>Deze vragenlijst is niet op u van toepassing.</w:t>
      </w:r>
      <w:r w:rsidR="006D0C91" w:rsidRPr="002C22C4">
        <w:rPr>
          <w:rFonts w:ascii="Arial" w:hAnsi="Arial" w:cs="Arial"/>
          <w:i/>
          <w:color w:val="FF0000"/>
          <w:sz w:val="20"/>
        </w:rPr>
        <w:t xml:space="preserve"> </w:t>
      </w:r>
      <w:r w:rsidR="002C22C4" w:rsidRPr="002C22C4">
        <w:rPr>
          <w:rFonts w:ascii="Arial" w:hAnsi="Arial" w:cs="Arial"/>
          <w:i/>
          <w:color w:val="FF0000"/>
          <w:sz w:val="20"/>
        </w:rPr>
        <w:t>NAAR EINDE VRAGENLIJST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/>
          <w:sz w:val="20"/>
        </w:rPr>
        <w:t xml:space="preserve">2 </w:t>
      </w:r>
      <w:r>
        <w:rPr>
          <w:rFonts w:ascii="Arial" w:hAnsi="Arial" w:cs="Arial"/>
          <w:b/>
          <w:sz w:val="20"/>
        </w:rPr>
        <w:tab/>
        <w:t>Op welke datum bent u bevallen?</w:t>
      </w:r>
      <w:r w:rsidR="002C22C4">
        <w:rPr>
          <w:rFonts w:ascii="Arial" w:hAnsi="Arial" w:cs="Arial"/>
          <w:b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invulvelden)</w:t>
      </w:r>
    </w:p>
    <w:p w:rsidR="00AB6388" w:rsidRPr="00E7211C" w:rsidRDefault="008D735B" w:rsidP="00E7211C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 xml:space="preserve">(dag)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="00CE69BA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CE69BA">
        <w:rPr>
          <w:rFonts w:ascii="Arial" w:hAnsi="Arial" w:cs="Arial"/>
          <w:sz w:val="20"/>
        </w:rPr>
        <w:t xml:space="preserve"> </w:t>
      </w:r>
      <w:r w:rsidRPr="00CA21BE">
        <w:rPr>
          <w:rFonts w:ascii="Arial" w:hAnsi="Arial" w:cs="Arial"/>
          <w:sz w:val="20"/>
        </w:rPr>
        <w:t>(m</w:t>
      </w:r>
      <w:r>
        <w:rPr>
          <w:rFonts w:ascii="Arial" w:hAnsi="Arial" w:cs="Arial"/>
          <w:sz w:val="20"/>
        </w:rPr>
        <w:t>aa</w:t>
      </w:r>
      <w:r w:rsidRPr="006305E0">
        <w:rPr>
          <w:rFonts w:ascii="Arial" w:hAnsi="Arial" w:cs="Arial"/>
          <w:sz w:val="20"/>
        </w:rPr>
        <w:t xml:space="preserve">nd) </w:t>
      </w:r>
      <w:r w:rsidR="00E7211C">
        <w:rPr>
          <w:rFonts w:ascii="Arial" w:hAnsi="Arial" w:cs="Arial"/>
          <w:sz w:val="20"/>
        </w:rPr>
        <w:t>20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A766DD"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 w:rsidR="00A766DD">
        <w:rPr>
          <w:rFonts w:ascii="Arial" w:hAnsi="Arial" w:cs="Arial"/>
          <w:sz w:val="20"/>
        </w:rPr>
        <w:t xml:space="preserve"> </w:t>
      </w:r>
      <w:r w:rsidR="00E7211C">
        <w:rPr>
          <w:rFonts w:ascii="Arial" w:hAnsi="Arial" w:cs="Arial"/>
          <w:sz w:val="20"/>
        </w:rPr>
        <w:t>(jaar)</w:t>
      </w:r>
    </w:p>
    <w:p w:rsidR="001C2255" w:rsidRPr="00CA21BE" w:rsidRDefault="001C225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16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DE INTAKE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vragen in deze vragenlijst gaan over </w:t>
      </w:r>
      <w:r>
        <w:rPr>
          <w:rFonts w:ascii="Arial" w:hAnsi="Arial" w:cs="Arial"/>
          <w:b/>
          <w:sz w:val="20"/>
        </w:rPr>
        <w:t>uw ervaringen</w:t>
      </w:r>
      <w:r>
        <w:rPr>
          <w:rFonts w:ascii="Arial" w:hAnsi="Arial" w:cs="Arial"/>
          <w:sz w:val="20"/>
        </w:rPr>
        <w:t xml:space="preserve"> met de kraamzorg. De vragen </w:t>
      </w:r>
      <w:r w:rsidR="00544171">
        <w:rPr>
          <w:rFonts w:ascii="Arial" w:hAnsi="Arial" w:cs="Arial"/>
          <w:sz w:val="20"/>
        </w:rPr>
        <w:t>3</w:t>
      </w:r>
      <w:r w:rsidR="00CE5CB5">
        <w:rPr>
          <w:rFonts w:ascii="Arial" w:hAnsi="Arial" w:cs="Arial"/>
          <w:sz w:val="20"/>
        </w:rPr>
        <w:t xml:space="preserve"> t/m 9</w:t>
      </w:r>
      <w:r>
        <w:rPr>
          <w:rFonts w:ascii="Arial" w:hAnsi="Arial" w:cs="Arial"/>
          <w:sz w:val="20"/>
        </w:rPr>
        <w:t xml:space="preserve"> gaan specifiek over het voorbereidend gesprek (intake) voor de bevalling.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color w:val="FF0000"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Heeft u vóór de bevalling een voorbereidend gesprek gehad met iemand van de kraamzorgaanbieder over de kraamzorg?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CA21BE" w:rsidRDefault="00CA21BE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i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>g</w:t>
      </w:r>
      <w:r w:rsidR="00CE5CB5" w:rsidRPr="002C22C4">
        <w:rPr>
          <w:rFonts w:ascii="Arial" w:hAnsi="Arial" w:cs="Arial"/>
          <w:b/>
          <w:bCs/>
          <w:i/>
          <w:color w:val="FF0000"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iemand bij mij thuis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Ja, tijdens een groepsbijeenkomst/ groepsintake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Ja, er is telefonisch contact geweest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E96E2D" w:rsidRDefault="00E96E2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Bent u geïnformeerd over wat u </w:t>
      </w:r>
      <w:r w:rsidR="008D735B">
        <w:rPr>
          <w:rFonts w:ascii="Arial" w:hAnsi="Arial" w:cs="Arial"/>
          <w:b/>
          <w:sz w:val="20"/>
          <w:u w:val="single"/>
        </w:rPr>
        <w:t>in huis</w:t>
      </w:r>
      <w:r w:rsidR="008D735B">
        <w:rPr>
          <w:rFonts w:ascii="Arial" w:hAnsi="Arial" w:cs="Arial"/>
          <w:b/>
          <w:sz w:val="20"/>
        </w:rPr>
        <w:t xml:space="preserve"> moest </w:t>
      </w:r>
      <w:r w:rsidR="008D735B">
        <w:rPr>
          <w:rFonts w:ascii="Arial" w:hAnsi="Arial" w:cs="Arial"/>
          <w:b/>
          <w:sz w:val="20"/>
          <w:u w:val="single"/>
        </w:rPr>
        <w:t>hebben</w:t>
      </w:r>
      <w:r w:rsidR="008D735B">
        <w:rPr>
          <w:rFonts w:ascii="Arial" w:hAnsi="Arial" w:cs="Arial"/>
          <w:b/>
          <w:sz w:val="20"/>
        </w:rPr>
        <w:t xml:space="preserve"> voor de bevalling en daarna?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E96E2D" w:rsidRDefault="00E96E2D" w:rsidP="00AA5DA0">
      <w:pPr>
        <w:pStyle w:val="Plattetekstinspringen"/>
      </w:pPr>
    </w:p>
    <w:p w:rsidR="00AA5DA0" w:rsidRDefault="00CE5CB5" w:rsidP="00AA5DA0">
      <w:pPr>
        <w:pStyle w:val="Plattetekstinspringen"/>
      </w:pPr>
      <w:r>
        <w:t>5</w:t>
      </w:r>
      <w:r w:rsidR="00AA5DA0">
        <w:t xml:space="preserve"> </w:t>
      </w:r>
      <w:r w:rsidR="00AA5DA0">
        <w:tab/>
        <w:t xml:space="preserve">Kreeg u informatie van de kraamzorgaanbieder over de dingen die wel of juist niet bij </w:t>
      </w:r>
      <w:r w:rsidR="00AA5DA0" w:rsidRPr="00E96E2D">
        <w:rPr>
          <w:u w:val="single"/>
        </w:rPr>
        <w:t>de taken van de kraamverzorgende</w:t>
      </w:r>
      <w:r w:rsidR="00AA5DA0">
        <w:t xml:space="preserve"> horen? 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Nee</w:t>
      </w:r>
    </w:p>
    <w:p w:rsidR="00AA5DA0" w:rsidRDefault="00AA5DA0" w:rsidP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4F29D3">
        <w:rPr>
          <w:rFonts w:ascii="Arial" w:hAnsi="Arial" w:cs="Arial"/>
          <w:sz w:val="20"/>
        </w:rPr>
        <w:t>Ja</w:t>
      </w:r>
    </w:p>
    <w:p w:rsidR="008D735B" w:rsidRDefault="00AA5DA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B63D4C" w:rsidRPr="006305E0">
        <w:rPr>
          <w:rFonts w:ascii="Arial" w:hAnsi="Arial" w:cs="Arial"/>
          <w:b/>
          <w:sz w:val="20"/>
        </w:rPr>
        <w:t>Kreeg u informatie</w:t>
      </w:r>
      <w:r w:rsidR="008D735B" w:rsidRPr="006305E0">
        <w:rPr>
          <w:rFonts w:ascii="Arial" w:hAnsi="Arial" w:cs="Arial"/>
          <w:b/>
          <w:sz w:val="20"/>
        </w:rPr>
        <w:t xml:space="preserve"> over de </w:t>
      </w:r>
      <w:r w:rsidR="008D735B" w:rsidRPr="006305E0">
        <w:rPr>
          <w:rFonts w:ascii="Arial" w:hAnsi="Arial" w:cs="Arial"/>
          <w:b/>
          <w:sz w:val="20"/>
          <w:u w:val="single"/>
        </w:rPr>
        <w:t>bereikbaarheid</w:t>
      </w:r>
      <w:r w:rsidR="008D735B" w:rsidRPr="006305E0">
        <w:rPr>
          <w:rFonts w:ascii="Arial" w:hAnsi="Arial" w:cs="Arial"/>
          <w:b/>
          <w:sz w:val="20"/>
        </w:rPr>
        <w:t xml:space="preserve"> van de kraamzorg</w:t>
      </w:r>
      <w:r w:rsidR="008D735B" w:rsidRPr="006305E0">
        <w:rPr>
          <w:rFonts w:ascii="Arial" w:hAnsi="Arial" w:cs="Arial"/>
          <w:b/>
          <w:sz w:val="20"/>
        </w:rPr>
        <w:softHyphen/>
        <w:t>aanbieder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E5CB5">
      <w:pPr>
        <w:pStyle w:val="Plattetekstinspringen"/>
      </w:pPr>
      <w:r>
        <w:t>7</w:t>
      </w:r>
      <w:r w:rsidR="008D735B">
        <w:tab/>
        <w:t>Is met u besproken hoeveel uren kraamzorg u zou krijgen?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 </w:t>
      </w:r>
      <w:r w:rsidR="004F29D3"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4F29D3" w:rsidRPr="002C22C4">
        <w:rPr>
          <w:rFonts w:ascii="Arial" w:hAnsi="Arial" w:cs="Arial"/>
          <w:b/>
          <w:i/>
          <w:color w:val="FF0000"/>
          <w:sz w:val="20"/>
        </w:rPr>
        <w:t>g</w:t>
      </w:r>
      <w:r w:rsidR="00CE5CB5" w:rsidRPr="002C22C4">
        <w:rPr>
          <w:rFonts w:ascii="Arial" w:hAnsi="Arial" w:cs="Arial"/>
          <w:b/>
          <w:bCs/>
          <w:i/>
          <w:color w:val="FF0000"/>
          <w:sz w:val="20"/>
        </w:rPr>
        <w:t>a door naar vraag 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>
        <w:rPr>
          <w:rFonts w:ascii="Arial" w:hAnsi="Arial" w:cs="Arial"/>
          <w:b/>
          <w:sz w:val="20"/>
          <w:szCs w:val="22"/>
        </w:rPr>
        <w:t xml:space="preserve">Wat is er met u afgesproken tijdens </w:t>
      </w:r>
      <w:r w:rsidR="004F29D3">
        <w:rPr>
          <w:rFonts w:ascii="Arial" w:hAnsi="Arial" w:cs="Arial"/>
          <w:b/>
          <w:sz w:val="20"/>
          <w:szCs w:val="22"/>
        </w:rPr>
        <w:t>het gesprek</w:t>
      </w:r>
      <w:r w:rsidR="008D735B">
        <w:rPr>
          <w:rFonts w:ascii="Arial" w:hAnsi="Arial" w:cs="Arial"/>
          <w:b/>
          <w:sz w:val="20"/>
          <w:szCs w:val="22"/>
        </w:rPr>
        <w:t xml:space="preserve"> over het aantal uren kraamzorg dat u na de bevalling zou krijgen? 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  <w:tab w:val="left" w:pos="3696"/>
          <w:tab w:val="left" w:pos="4032"/>
        </w:tabs>
        <w:spacing w:line="280" w:lineRule="exact"/>
        <w:ind w:left="540" w:right="-292" w:hanging="540"/>
        <w:rPr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2"/>
        </w:rPr>
        <w:t>Minder dan 49 uur, na</w:t>
      </w:r>
      <w:r w:rsidRPr="00CA21BE">
        <w:rPr>
          <w:rFonts w:ascii="Arial" w:hAnsi="Arial" w:cs="Arial"/>
          <w:sz w:val="20"/>
          <w:szCs w:val="22"/>
        </w:rPr>
        <w:t xml:space="preserve">melijk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CE69BA" w:rsidRPr="006305E0">
        <w:rPr>
          <w:rFonts w:ascii="Arial" w:hAnsi="Arial" w:cs="Arial"/>
          <w:sz w:val="20"/>
          <w:szCs w:val="22"/>
        </w:rPr>
        <w:t xml:space="preserve"> </w:t>
      </w:r>
      <w:r w:rsidRPr="00CA21BE">
        <w:rPr>
          <w:rFonts w:ascii="Arial Unicode MS" w:eastAsia="Arial Unicode MS" w:hAnsi="Arial Unicode MS" w:cs="Arial Unicode MS"/>
        </w:rPr>
        <w:t>uur</w:t>
      </w:r>
    </w:p>
    <w:p w:rsidR="008D735B" w:rsidRPr="00CA21BE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  <w:szCs w:val="22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49 uur</w:t>
      </w:r>
      <w:r w:rsidR="002C22C4">
        <w:rPr>
          <w:rFonts w:ascii="Arial" w:hAnsi="Arial" w:cs="Arial"/>
          <w:sz w:val="20"/>
          <w:szCs w:val="22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  <w:szCs w:val="22"/>
        </w:rPr>
        <w:t>(open invulveld)</w:t>
      </w:r>
    </w:p>
    <w:p w:rsidR="008D735B" w:rsidRPr="002C22C4" w:rsidRDefault="008D735B" w:rsidP="006305E0">
      <w:pPr>
        <w:tabs>
          <w:tab w:val="left" w:pos="540"/>
          <w:tab w:val="left" w:pos="900"/>
          <w:tab w:val="left" w:pos="1260"/>
          <w:tab w:val="left" w:pos="3542"/>
          <w:tab w:val="left" w:pos="3892"/>
        </w:tabs>
        <w:spacing w:line="280" w:lineRule="exact"/>
        <w:ind w:left="540" w:right="-292" w:hanging="540"/>
        <w:rPr>
          <w:rFonts w:ascii="Arial" w:hAnsi="Arial" w:cs="Arial"/>
          <w:color w:val="FF0000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Meer dan 49 uur, nameli</w:t>
      </w:r>
      <w:r w:rsidR="006305E0" w:rsidRPr="00CA21BE">
        <w:rPr>
          <w:rFonts w:ascii="Arial" w:hAnsi="Arial" w:cs="Arial"/>
          <w:sz w:val="20"/>
          <w:szCs w:val="22"/>
        </w:rPr>
        <w:t xml:space="preserve">jk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6305E0">
        <w:rPr>
          <w:rFonts w:ascii="Arial" w:hAnsi="Arial" w:cs="Arial"/>
          <w:sz w:val="20"/>
          <w:szCs w:val="22"/>
          <w:bdr w:val="single" w:sz="4" w:space="0" w:color="auto"/>
        </w:rPr>
        <w:tab/>
      </w:r>
      <w:r w:rsidR="006305E0" w:rsidRPr="006305E0">
        <w:rPr>
          <w:rFonts w:ascii="Arial" w:hAnsi="Arial" w:cs="Arial"/>
          <w:sz w:val="20"/>
          <w:szCs w:val="22"/>
        </w:rPr>
        <w:t xml:space="preserve"> </w:t>
      </w:r>
      <w:r w:rsidR="006305E0" w:rsidRPr="002C22C4">
        <w:rPr>
          <w:rFonts w:ascii="Arial Unicode MS" w:eastAsia="Arial Unicode MS" w:hAnsi="Arial Unicode MS" w:cs="Arial Unicode MS"/>
          <w:sz w:val="20"/>
        </w:rPr>
        <w:t>u</w:t>
      </w:r>
      <w:r w:rsidRPr="002C22C4">
        <w:rPr>
          <w:rFonts w:ascii="Arial Unicode MS" w:eastAsia="Arial Unicode MS" w:hAnsi="Arial Unicode MS" w:cs="Arial Unicode MS"/>
          <w:sz w:val="20"/>
        </w:rPr>
        <w:t>ur</w:t>
      </w:r>
      <w:r w:rsidR="002C22C4" w:rsidRPr="002C22C4">
        <w:rPr>
          <w:rFonts w:ascii="Arial Unicode MS" w:eastAsia="Arial Unicode MS" w:hAnsi="Arial Unicode MS" w:cs="Arial Unicode MS"/>
          <w:sz w:val="20"/>
        </w:rPr>
        <w:t xml:space="preserve"> </w:t>
      </w:r>
      <w:r w:rsidR="002C22C4" w:rsidRPr="002C22C4">
        <w:rPr>
          <w:rFonts w:ascii="Arial Unicode MS" w:eastAsia="Arial Unicode MS" w:hAnsi="Arial Unicode MS" w:cs="Arial Unicode MS"/>
          <w:color w:val="FF0000"/>
          <w:sz w:val="20"/>
        </w:rPr>
        <w:t>(open invulveld)</w:t>
      </w:r>
    </w:p>
    <w:p w:rsidR="008D735B" w:rsidRDefault="008D735B" w:rsidP="006305E0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sz w:val="20"/>
        </w:rPr>
      </w:pP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</w:rPr>
        <w:sym w:font="Wingdings" w:char="F071"/>
      </w:r>
      <w:r w:rsidRPr="00CA21BE">
        <w:rPr>
          <w:rFonts w:ascii="Arial" w:hAnsi="Arial" w:cs="Arial"/>
          <w:sz w:val="20"/>
        </w:rPr>
        <w:tab/>
      </w:r>
      <w:r w:rsidRPr="00CA21BE">
        <w:rPr>
          <w:rFonts w:ascii="Arial" w:hAnsi="Arial" w:cs="Arial"/>
          <w:sz w:val="20"/>
          <w:szCs w:val="22"/>
        </w:rPr>
        <w:t>Weet ik niet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6305E0" w:rsidRDefault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2"/>
        </w:rPr>
        <w:t>9</w:t>
      </w:r>
      <w:r w:rsidR="008D735B" w:rsidRPr="006305E0">
        <w:rPr>
          <w:rFonts w:ascii="Arial" w:hAnsi="Arial" w:cs="Arial"/>
          <w:b/>
          <w:sz w:val="20"/>
          <w:szCs w:val="22"/>
        </w:rPr>
        <w:t xml:space="preserve"> </w:t>
      </w:r>
      <w:r w:rsidR="008D735B" w:rsidRPr="006305E0">
        <w:rPr>
          <w:rFonts w:ascii="Arial" w:hAnsi="Arial" w:cs="Arial"/>
          <w:b/>
          <w:sz w:val="20"/>
          <w:szCs w:val="22"/>
        </w:rPr>
        <w:tab/>
      </w:r>
      <w:r w:rsidR="00F57DA1">
        <w:rPr>
          <w:rFonts w:ascii="Arial" w:hAnsi="Arial" w:cs="Arial"/>
          <w:b/>
          <w:sz w:val="20"/>
        </w:rPr>
        <w:t>Zijn er met</w:t>
      </w:r>
      <w:r w:rsidR="00354229" w:rsidRPr="006305E0">
        <w:rPr>
          <w:rFonts w:ascii="Arial" w:hAnsi="Arial" w:cs="Arial"/>
          <w:b/>
          <w:sz w:val="20"/>
        </w:rPr>
        <w:t xml:space="preserve"> u schriftelijke </w:t>
      </w:r>
      <w:r w:rsidR="00F57DA1">
        <w:rPr>
          <w:rFonts w:ascii="Arial" w:hAnsi="Arial" w:cs="Arial"/>
          <w:b/>
          <w:sz w:val="20"/>
        </w:rPr>
        <w:t>afspraken gemaakt</w:t>
      </w:r>
      <w:r w:rsidR="008D735B" w:rsidRPr="006305E0">
        <w:rPr>
          <w:rFonts w:ascii="Arial" w:hAnsi="Arial" w:cs="Arial"/>
          <w:b/>
          <w:sz w:val="20"/>
        </w:rPr>
        <w:t xml:space="preserve"> over de kraamzorg die u van de kraamzorgaanbieder zou krijgen?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Nee</w:t>
      </w:r>
      <w:r w:rsidR="00B63D4C" w:rsidRPr="006305E0">
        <w:rPr>
          <w:rFonts w:ascii="Arial" w:hAnsi="Arial" w:cs="Arial"/>
          <w:sz w:val="20"/>
        </w:rPr>
        <w:t xml:space="preserve">, </w:t>
      </w:r>
      <w:r w:rsidR="00F57DA1">
        <w:rPr>
          <w:rFonts w:ascii="Arial" w:hAnsi="Arial" w:cs="Arial"/>
          <w:sz w:val="20"/>
        </w:rPr>
        <w:t>geen 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 xml:space="preserve">Nee, alleen mondelinge </w:t>
      </w:r>
      <w:r w:rsidR="00F57DA1">
        <w:rPr>
          <w:rFonts w:ascii="Arial" w:hAnsi="Arial" w:cs="Arial"/>
          <w:sz w:val="20"/>
        </w:rPr>
        <w:t>afspraken</w:t>
      </w:r>
      <w:r w:rsidRPr="006305E0">
        <w:rPr>
          <w:rFonts w:ascii="Arial" w:hAnsi="Arial" w:cs="Arial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Ja</w:t>
      </w:r>
    </w:p>
    <w:p w:rsidR="008D735B" w:rsidRDefault="008D735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  <w:u w:val="single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vragen 1</w:t>
      </w:r>
      <w:r w:rsidR="00CE5CB5">
        <w:rPr>
          <w:rFonts w:ascii="Arial" w:hAnsi="Arial" w:cs="Arial"/>
          <w:sz w:val="20"/>
        </w:rPr>
        <w:t>0</w:t>
      </w:r>
      <w:r w:rsidR="00AB6388">
        <w:rPr>
          <w:rFonts w:ascii="Arial" w:hAnsi="Arial" w:cs="Arial"/>
          <w:sz w:val="20"/>
        </w:rPr>
        <w:t xml:space="preserve"> t/m </w:t>
      </w:r>
      <w:r w:rsidR="00544171">
        <w:rPr>
          <w:rFonts w:ascii="Arial" w:hAnsi="Arial" w:cs="Arial"/>
          <w:sz w:val="20"/>
        </w:rPr>
        <w:t>1</w:t>
      </w:r>
      <w:r w:rsidR="00EB2C76">
        <w:rPr>
          <w:rFonts w:ascii="Arial" w:hAnsi="Arial" w:cs="Arial"/>
          <w:sz w:val="20"/>
        </w:rPr>
        <w:t>6</w:t>
      </w:r>
      <w:r w:rsidR="00675A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gaan over </w:t>
      </w:r>
      <w:r w:rsidRPr="006305E0">
        <w:rPr>
          <w:rFonts w:ascii="Arial" w:hAnsi="Arial" w:cs="Arial"/>
          <w:sz w:val="20"/>
        </w:rPr>
        <w:t xml:space="preserve">uw ervaringen met de kraamverzorgende </w:t>
      </w:r>
      <w:r w:rsidRPr="006305E0">
        <w:rPr>
          <w:rFonts w:ascii="Arial" w:hAnsi="Arial" w:cs="Arial"/>
          <w:b/>
          <w:sz w:val="20"/>
        </w:rPr>
        <w:t>tijdens de bevalling</w:t>
      </w:r>
      <w:r w:rsidRPr="006305E0">
        <w:rPr>
          <w:rFonts w:ascii="Arial" w:hAnsi="Arial" w:cs="Arial"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CE5CB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>Waar bent u bevallen?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Thuis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Ziekenhuis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2C22C4">
        <w:rPr>
          <w:rFonts w:ascii="Arial" w:hAnsi="Arial" w:cs="Arial"/>
          <w:b/>
          <w:i/>
          <w:color w:val="FF0000"/>
          <w:sz w:val="20"/>
        </w:rPr>
        <w:t>g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a door naar vraag </w:t>
      </w:r>
      <w:r w:rsidR="00AB6388" w:rsidRPr="002C22C4">
        <w:rPr>
          <w:rFonts w:ascii="Arial" w:hAnsi="Arial" w:cs="Arial"/>
          <w:b/>
          <w:i/>
          <w:color w:val="FF0000"/>
          <w:sz w:val="20"/>
        </w:rPr>
        <w:t>1</w:t>
      </w:r>
      <w:r w:rsidR="0085709C" w:rsidRPr="002C22C4">
        <w:rPr>
          <w:rFonts w:ascii="Arial" w:hAnsi="Arial" w:cs="Arial"/>
          <w:b/>
          <w:i/>
          <w:color w:val="FF0000"/>
          <w:sz w:val="20"/>
        </w:rPr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Kraamhotel</w:t>
      </w:r>
      <w:r w:rsidR="002F2E0F">
        <w:rPr>
          <w:rFonts w:ascii="Arial" w:hAnsi="Arial" w:cs="Arial"/>
          <w:sz w:val="20"/>
        </w:rPr>
        <w:t>/g</w:t>
      </w:r>
      <w:r>
        <w:rPr>
          <w:rFonts w:ascii="Arial" w:hAnsi="Arial" w:cs="Arial"/>
          <w:sz w:val="20"/>
        </w:rPr>
        <w:t>eboortecentrum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EB3BF5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</w:rPr>
        <w:tab/>
      </w: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E5CB5" w:rsidRDefault="00CE5CB5">
      <w:pPr>
        <w:pStyle w:val="Plattetekstinspringen"/>
      </w:pPr>
      <w:r>
        <w:t>11</w:t>
      </w:r>
      <w:r>
        <w:tab/>
        <w:t>Is er een kraamverzorgende opgeroepen om bij de bevalling te assisteren?</w:t>
      </w:r>
    </w:p>
    <w:p w:rsidR="00CE5CB5" w:rsidRPr="002C22C4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>ga door naar vraag 1</w:t>
      </w:r>
      <w:r w:rsidR="0085677B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CE5CB5" w:rsidRDefault="00CE5CB5">
      <w:pPr>
        <w:pStyle w:val="Plattetekstinspringen"/>
      </w:pPr>
    </w:p>
    <w:p w:rsidR="000560F4" w:rsidRDefault="000560F4">
      <w:pPr>
        <w:pStyle w:val="Plattetekstinspringen"/>
      </w:pPr>
    </w:p>
    <w:p w:rsidR="008D735B" w:rsidRDefault="008D735B">
      <w:pPr>
        <w:pStyle w:val="Plattetekstinspringen"/>
      </w:pPr>
      <w:r>
        <w:t>1</w:t>
      </w:r>
      <w:r w:rsidR="00EB2C76">
        <w:t>2</w:t>
      </w:r>
      <w:r>
        <w:t xml:space="preserve"> </w:t>
      </w:r>
      <w:r>
        <w:tab/>
        <w:t xml:space="preserve">Was de kraamverzorgende op tijd aanwezig om te helpen bij de bevalling? </w:t>
      </w:r>
      <w:r>
        <w:rPr>
          <w:bCs/>
          <w:i/>
        </w:rPr>
        <w:t>meerdere antwoorden mogelijk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Nee, de bevalling ging te snel </w:t>
      </w:r>
    </w:p>
    <w:p w:rsidR="008D735B" w:rsidRDefault="008D735B" w:rsidP="00CA21BE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de kraamverzorgende was te laat opgeroepen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de kraamverzorgende kwam te laat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CA21BE" w:rsidRPr="002C22C4">
        <w:rPr>
          <w:rFonts w:ascii="Arial" w:hAnsi="Arial" w:cs="Arial"/>
          <w:b/>
          <w:i/>
          <w:color w:val="FF0000"/>
          <w:sz w:val="20"/>
        </w:rPr>
        <w:t>g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1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0560F4" w:rsidRDefault="000560F4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675A5F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het een probleem dat de kraamverzorgende niet op tijd was om te helpen bij de bevalling?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  <w:r w:rsidR="004822B2">
        <w:rPr>
          <w:rFonts w:ascii="Arial" w:hAnsi="Arial" w:cs="Arial"/>
          <w:sz w:val="20"/>
        </w:rPr>
        <w:t xml:space="preserve"> </w:t>
      </w:r>
      <w:r w:rsidR="004822B2" w:rsidRPr="00AD0481">
        <w:rPr>
          <w:rFonts w:ascii="Arial" w:hAnsi="Arial" w:cs="Arial"/>
          <w:b/>
          <w:sz w:val="20"/>
        </w:rPr>
        <w:sym w:font="Wingdings" w:char="F0E0"/>
      </w:r>
      <w:r w:rsidR="004822B2" w:rsidRPr="00AD0481">
        <w:rPr>
          <w:rFonts w:ascii="Arial" w:hAnsi="Arial" w:cs="Arial"/>
          <w:b/>
          <w:sz w:val="20"/>
        </w:rPr>
        <w:t xml:space="preserve"> </w:t>
      </w:r>
      <w:r w:rsidR="004822B2" w:rsidRPr="002C22C4">
        <w:rPr>
          <w:rFonts w:ascii="Arial" w:hAnsi="Arial" w:cs="Arial"/>
          <w:b/>
          <w:i/>
          <w:color w:val="FF0000"/>
          <w:sz w:val="20"/>
        </w:rPr>
        <w:t>ga door naar vraag 15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5D5C31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Welk cijfer geeft u de kraamverzorgende voor de zorg tijdens de bevalling? Een 0 betekent heel erg slecht. Een 10 betekent uitstekend.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 zorg door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  <w:t>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zorg door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kraamverzorgende</w:t>
      </w:r>
    </w:p>
    <w:p w:rsidR="005562EB" w:rsidRDefault="005562EB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  <w:u w:val="single"/>
        </w:rPr>
      </w:pPr>
    </w:p>
    <w:p w:rsidR="00197327" w:rsidRDefault="00197327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</w:p>
    <w:p w:rsidR="008D735B" w:rsidRPr="006305E0" w:rsidRDefault="008D735B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ZORG VAN KRAAMVERZORGENDE TIJDENS DE KRAAMPERIODE</w:t>
      </w:r>
    </w:p>
    <w:p w:rsidR="005D5C31" w:rsidRDefault="005D5C31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  <w:r w:rsidRPr="006305E0">
        <w:rPr>
          <w:rFonts w:ascii="Arial" w:hAnsi="Arial" w:cs="Arial"/>
          <w:b/>
          <w:sz w:val="20"/>
        </w:rPr>
        <w:t>Indien u thui</w:t>
      </w:r>
      <w:r w:rsidR="000852C7">
        <w:rPr>
          <w:rFonts w:ascii="Arial" w:hAnsi="Arial" w:cs="Arial"/>
          <w:b/>
          <w:sz w:val="20"/>
        </w:rPr>
        <w:t>s bent bevallen zijn de vragen 1</w:t>
      </w:r>
      <w:r w:rsidR="00DF70E5">
        <w:rPr>
          <w:rFonts w:ascii="Arial" w:hAnsi="Arial" w:cs="Arial"/>
          <w:b/>
          <w:sz w:val="20"/>
        </w:rPr>
        <w:t>5</w:t>
      </w:r>
      <w:r w:rsidRPr="006305E0">
        <w:rPr>
          <w:rFonts w:ascii="Arial" w:hAnsi="Arial" w:cs="Arial"/>
          <w:b/>
          <w:sz w:val="20"/>
        </w:rPr>
        <w:t xml:space="preserve"> t/</w:t>
      </w:r>
      <w:r w:rsidRPr="00AD0481">
        <w:rPr>
          <w:rFonts w:ascii="Arial" w:hAnsi="Arial" w:cs="Arial"/>
          <w:b/>
          <w:sz w:val="20"/>
        </w:rPr>
        <w:t xml:space="preserve">m </w:t>
      </w:r>
      <w:r w:rsidR="00A766DD"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7</w:t>
      </w:r>
      <w:r w:rsidR="00675A5F"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>niet op u van toepassing.</w:t>
      </w:r>
      <w:r w:rsidRPr="00AD0481">
        <w:rPr>
          <w:rFonts w:ascii="Arial" w:hAnsi="Arial" w:cs="Arial"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t xml:space="preserve">Wij vragen u om door te gaan met vraag </w:t>
      </w:r>
      <w:r w:rsidR="00DF70E5">
        <w:rPr>
          <w:rFonts w:ascii="Arial" w:hAnsi="Arial" w:cs="Arial"/>
          <w:b/>
          <w:sz w:val="20"/>
        </w:rPr>
        <w:t>18</w:t>
      </w:r>
      <w:r w:rsidRPr="00AD0481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DF70E5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Was de kraamverzorgende snel aanwezig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EB2C76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1</w:t>
      </w:r>
      <w:r w:rsidR="009901DF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197327" w:rsidRDefault="0019732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16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Waarom</w:t>
      </w:r>
      <w:r w:rsidR="008D735B">
        <w:rPr>
          <w:rFonts w:ascii="Arial" w:hAnsi="Arial" w:cs="Arial"/>
          <w:b/>
          <w:sz w:val="20"/>
        </w:rPr>
        <w:t xml:space="preserve"> was de kraamverzorgende niet snel aanwezig nadat u thuis kwam?</w:t>
      </w:r>
      <w:r w:rsidR="00DB0451">
        <w:rPr>
          <w:rFonts w:ascii="Arial" w:hAnsi="Arial" w:cs="Arial"/>
          <w:b/>
          <w:sz w:val="20"/>
        </w:rPr>
        <w:t xml:space="preserve"> </w:t>
      </w:r>
      <w:r w:rsidR="00DB0451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pStyle w:val="Plattetekstinspringen2"/>
      </w:pPr>
      <w:r>
        <w:tab/>
      </w:r>
      <w:r>
        <w:sym w:font="Wingdings" w:char="F071"/>
      </w:r>
      <w:r>
        <w:tab/>
        <w:t>Het tijdstip van thuiskomst viel buiten de werktijd van de kraamverzorgende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op dat moment geen kraamverzorgende beschikbaar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De kraamzorg</w:t>
      </w:r>
      <w:r w:rsidR="001A3D50">
        <w:rPr>
          <w:rFonts w:ascii="Arial" w:hAnsi="Arial" w:cs="Arial"/>
          <w:sz w:val="20"/>
        </w:rPr>
        <w:t>aanbieder</w:t>
      </w:r>
      <w:r>
        <w:rPr>
          <w:rFonts w:ascii="Arial" w:hAnsi="Arial" w:cs="Arial"/>
          <w:sz w:val="20"/>
        </w:rPr>
        <w:t xml:space="preserve"> wist niet dat ik thuiskwam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Er was geen kraamzorg afgesproken</w:t>
      </w:r>
    </w:p>
    <w:p w:rsidR="008D735B" w:rsidRDefault="008D735B" w:rsidP="00197327">
      <w:pPr>
        <w:tabs>
          <w:tab w:val="left" w:pos="540"/>
          <w:tab w:val="left" w:pos="900"/>
          <w:tab w:val="left" w:pos="1260"/>
        </w:tabs>
        <w:spacing w:line="280" w:lineRule="exact"/>
        <w:ind w:left="90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197327">
        <w:rPr>
          <w:rFonts w:ascii="Arial" w:hAnsi="Arial" w:cs="Arial"/>
          <w:sz w:val="20"/>
        </w:rPr>
        <w:t xml:space="preserve">Er was afgesproken dat de kraamverzorgende </w:t>
      </w:r>
      <w:r w:rsidR="005562EB">
        <w:rPr>
          <w:rFonts w:ascii="Arial" w:hAnsi="Arial" w:cs="Arial"/>
          <w:sz w:val="20"/>
        </w:rPr>
        <w:t>later</w:t>
      </w:r>
      <w:r w:rsidR="00197327">
        <w:rPr>
          <w:rFonts w:ascii="Arial" w:hAnsi="Arial" w:cs="Arial"/>
          <w:sz w:val="20"/>
        </w:rPr>
        <w:t xml:space="preserve"> zou komen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7D4059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92319E">
      <w:pPr>
        <w:pStyle w:val="Plattetekstinspringen"/>
      </w:pPr>
      <w:r>
        <w:t>1</w:t>
      </w:r>
      <w:r w:rsidR="00DF70E5">
        <w:t>7</w:t>
      </w:r>
      <w:r w:rsidR="008D735B">
        <w:t xml:space="preserve"> </w:t>
      </w:r>
      <w:r w:rsidR="008D735B">
        <w:tab/>
        <w:t>Was het een probleem dat de kraamverzorgende niet snel aanwezig was nadat u thuis kwam?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het aantal uren kraamzorg gekregen dat vooraf met u was besproken?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minder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meer</w:t>
      </w:r>
    </w:p>
    <w:p w:rsidR="008D735B" w:rsidRPr="002C22C4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precies zoals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2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1</w:t>
      </w:r>
    </w:p>
    <w:p w:rsidR="008D735B" w:rsidRPr="002C22C4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b/>
          <w:color w:val="FF0000"/>
          <w:sz w:val="20"/>
        </w:rPr>
      </w:pPr>
      <w:r w:rsidRPr="00AD0481"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sym w:font="Wingdings" w:char="F071"/>
      </w:r>
      <w:r w:rsidRPr="00AD0481">
        <w:rPr>
          <w:rFonts w:ascii="Arial" w:hAnsi="Arial" w:cs="Arial"/>
          <w:sz w:val="20"/>
        </w:rPr>
        <w:tab/>
        <w:t xml:space="preserve">Niet van toepassing, er was niets afgesproken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544171" w:rsidRPr="002C22C4">
        <w:rPr>
          <w:rFonts w:ascii="Arial" w:hAnsi="Arial" w:cs="Arial"/>
          <w:b/>
          <w:i/>
          <w:color w:val="FF0000"/>
          <w:sz w:val="20"/>
        </w:rPr>
        <w:t>2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1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A766DD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DF70E5">
        <w:rPr>
          <w:rFonts w:ascii="Arial" w:hAnsi="Arial" w:cs="Arial"/>
          <w:b/>
          <w:bCs/>
          <w:sz w:val="20"/>
        </w:rPr>
        <w:t>9</w:t>
      </w:r>
      <w:r w:rsidR="008D735B" w:rsidRPr="00A766DD">
        <w:rPr>
          <w:rFonts w:ascii="Arial" w:hAnsi="Arial" w:cs="Arial"/>
          <w:b/>
          <w:sz w:val="20"/>
        </w:rPr>
        <w:t xml:space="preserve">      Hoeveel uren kraamzorg heeft u gekregen?</w:t>
      </w:r>
    </w:p>
    <w:p w:rsidR="00AD0481" w:rsidRPr="00A766DD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A766DD">
        <w:rPr>
          <w:b/>
          <w:sz w:val="20"/>
        </w:rPr>
        <w:tab/>
      </w:r>
      <w:r w:rsidRPr="00A766DD">
        <w:rPr>
          <w:rFonts w:ascii="Arial" w:hAnsi="Arial" w:cs="Arial"/>
          <w:b/>
          <w:sz w:val="20"/>
        </w:rPr>
        <w:t>(de hulp tijdens de bevalling niet meerekenen)</w:t>
      </w:r>
      <w:r w:rsidR="00A766DD" w:rsidRPr="00A766DD">
        <w:rPr>
          <w:rFonts w:ascii="Arial" w:hAnsi="Arial" w:cs="Arial"/>
          <w:b/>
          <w:sz w:val="20"/>
        </w:rPr>
        <w:t xml:space="preserve"> </w:t>
      </w:r>
    </w:p>
    <w:p w:rsidR="00A766DD" w:rsidRPr="007D4059" w:rsidRDefault="00A766DD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color w:val="FF0000"/>
        </w:rPr>
      </w:pPr>
      <w:r>
        <w:tab/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</w:rPr>
        <w:t xml:space="preserve">    </w:t>
      </w:r>
      <w:r>
        <w:rPr>
          <w:rFonts w:ascii="Arial" w:hAnsi="Arial" w:cs="Arial"/>
          <w:sz w:val="20"/>
        </w:rPr>
        <w:t xml:space="preserve"> </w:t>
      </w:r>
      <w:r w:rsidR="007D4059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>ur</w:t>
      </w:r>
      <w:r w:rsidR="007D4059">
        <w:rPr>
          <w:rFonts w:ascii="Arial" w:hAnsi="Arial" w:cs="Arial"/>
          <w:sz w:val="20"/>
        </w:rPr>
        <w:t xml:space="preserve"> </w:t>
      </w:r>
      <w:r w:rsidR="007D4059" w:rsidRPr="007D4059">
        <w:rPr>
          <w:rFonts w:ascii="Arial" w:hAnsi="Arial" w:cs="Arial"/>
          <w:color w:val="FF0000"/>
          <w:sz w:val="20"/>
        </w:rPr>
        <w:t>(open invulveld)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0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Wat was de reden dat u meer of minder uren kraamzorg heeft gehad? </w:t>
      </w:r>
      <w:r w:rsidR="000852C7">
        <w:rPr>
          <w:rFonts w:ascii="Arial" w:hAnsi="Arial" w:cs="Arial"/>
          <w:b/>
          <w:i/>
          <w:sz w:val="20"/>
        </w:rPr>
        <w:t>m</w:t>
      </w:r>
      <w:r>
        <w:rPr>
          <w:rFonts w:ascii="Arial" w:hAnsi="Arial" w:cs="Arial"/>
          <w:b/>
          <w:i/>
          <w:sz w:val="20"/>
        </w:rPr>
        <w:t>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Verblijf in het ziekenhuis na de bevalling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Meerling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baby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Conditie moeder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Problemen met voeding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Kosten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Eigen verzoek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Tekort aan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</w:t>
      </w:r>
      <w:r w:rsidRPr="007D4059">
        <w:rPr>
          <w:rFonts w:ascii="Arial" w:hAnsi="Arial" w:cs="Arial"/>
          <w:color w:val="FF0000"/>
          <w:sz w:val="20"/>
        </w:rPr>
        <w:t>:</w:t>
      </w:r>
      <w:r w:rsidR="007D4059" w:rsidRPr="007D4059">
        <w:rPr>
          <w:rFonts w:ascii="Arial" w:hAnsi="Arial" w:cs="Arial"/>
          <w:color w:val="FF0000"/>
          <w:sz w:val="20"/>
        </w:rPr>
        <w:t xml:space="preserve"> 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DF70E5" w:rsidRDefault="00DF70E5">
      <w:pPr>
        <w:pStyle w:val="Plattetekstinspringen"/>
      </w:pPr>
    </w:p>
    <w:p w:rsidR="008D735B" w:rsidRDefault="00544171">
      <w:pPr>
        <w:pStyle w:val="Plattetekstinspringen"/>
      </w:pPr>
      <w:r>
        <w:t>2</w:t>
      </w:r>
      <w:r w:rsidR="00DF70E5">
        <w:t>1</w:t>
      </w:r>
      <w:r w:rsidR="008D735B">
        <w:t xml:space="preserve"> </w:t>
      </w:r>
      <w:r w:rsidR="008D735B">
        <w:tab/>
        <w:t>Wat vindt u van het uiteindelijke aantal uren kraamzorg dat u heeft gehad?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weinig</w:t>
      </w:r>
    </w:p>
    <w:p w:rsidR="008D735B" w:rsidRDefault="008D735B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 voldoende</w:t>
      </w:r>
    </w:p>
    <w:p w:rsidR="0092319E" w:rsidRDefault="0092319E" w:rsidP="0092319E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Voldoende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Ruim voldoende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Te veel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DF70E5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Had u tijdens de hele kraamperiode </w:t>
      </w:r>
      <w:r w:rsidR="00F57DA1">
        <w:rPr>
          <w:rFonts w:ascii="Arial" w:hAnsi="Arial" w:cs="Arial"/>
          <w:b/>
          <w:sz w:val="20"/>
        </w:rPr>
        <w:t xml:space="preserve"> overdag </w:t>
      </w:r>
      <w:r w:rsidR="008D735B">
        <w:rPr>
          <w:rFonts w:ascii="Arial" w:hAnsi="Arial" w:cs="Arial"/>
          <w:b/>
          <w:sz w:val="20"/>
        </w:rPr>
        <w:t>dezelfde kraamverzorgende?</w:t>
      </w:r>
      <w:r w:rsidR="008D735B">
        <w:rPr>
          <w:rFonts w:ascii="Arial" w:hAnsi="Arial" w:cs="Arial"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>(de hulp tijdens de bevalling niet meerekenen)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Nee, 2 verschillende kraamverzorgenden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Nee, meer dan 2 verschillende kraamverzorgenden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="000852C7" w:rsidRPr="002C22C4">
        <w:rPr>
          <w:rFonts w:ascii="Arial" w:hAnsi="Arial" w:cs="Arial"/>
          <w:b/>
          <w:i/>
          <w:color w:val="FF0000"/>
          <w:sz w:val="20"/>
        </w:rPr>
        <w:t>ga door naar vraag 2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4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dat u tijdens de kraamperiode </w:t>
      </w:r>
      <w:r w:rsidR="00197327">
        <w:rPr>
          <w:rFonts w:ascii="Arial" w:hAnsi="Arial" w:cs="Arial"/>
          <w:b/>
          <w:sz w:val="20"/>
        </w:rPr>
        <w:t xml:space="preserve">twee of meer </w:t>
      </w:r>
      <w:r w:rsidR="008D735B">
        <w:rPr>
          <w:rFonts w:ascii="Arial" w:hAnsi="Arial" w:cs="Arial"/>
          <w:b/>
          <w:sz w:val="20"/>
        </w:rPr>
        <w:t>verschillende kraamverzorgenden had?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54417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0852C7">
        <w:rPr>
          <w:rFonts w:ascii="Arial" w:hAnsi="Arial" w:cs="Arial"/>
          <w:b/>
          <w:sz w:val="20"/>
          <w:u w:val="single"/>
        </w:rPr>
        <w:t>?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DB0451" w:rsidRPr="00AD0481">
        <w:rPr>
          <w:rFonts w:ascii="Arial" w:hAnsi="Arial" w:cs="Arial"/>
          <w:b/>
          <w:sz w:val="20"/>
        </w:rPr>
        <w:sym w:font="Wingdings" w:char="F0E0"/>
      </w:r>
      <w:r w:rsidR="00DB0451" w:rsidRPr="00AD0481">
        <w:rPr>
          <w:rFonts w:ascii="Arial" w:hAnsi="Arial" w:cs="Arial"/>
          <w:b/>
          <w:sz w:val="20"/>
        </w:rPr>
        <w:t xml:space="preserve"> </w:t>
      </w:r>
      <w:r w:rsidR="00DB0451"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Pr="002C22C4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0"/>
        </w:rPr>
        <w:t>Niet van toepassing</w:t>
      </w:r>
      <w:r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26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borstvoeding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Heeft u begeleiding van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gekregen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0852C7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  <w:r w:rsidR="00CA21BE">
        <w:rPr>
          <w:rFonts w:ascii="Arial" w:hAnsi="Arial" w:cs="Arial"/>
          <w:sz w:val="20"/>
        </w:rPr>
        <w:t xml:space="preserve"> </w:t>
      </w:r>
      <w:r w:rsidR="00C97573" w:rsidRPr="00AD0481">
        <w:rPr>
          <w:rFonts w:ascii="Arial" w:hAnsi="Arial" w:cs="Arial"/>
          <w:b/>
          <w:sz w:val="20"/>
        </w:rPr>
        <w:sym w:font="Wingdings" w:char="F0E0"/>
      </w:r>
      <w:r w:rsidR="00C97573" w:rsidRPr="00AD0481">
        <w:rPr>
          <w:rFonts w:ascii="Arial" w:hAnsi="Arial" w:cs="Arial"/>
          <w:b/>
          <w:sz w:val="20"/>
        </w:rPr>
        <w:t xml:space="preserve"> </w:t>
      </w:r>
      <w:r w:rsidR="00C97573"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92319E" w:rsidRPr="002C22C4">
        <w:rPr>
          <w:rFonts w:ascii="Arial" w:hAnsi="Arial" w:cs="Arial"/>
          <w:b/>
          <w:i/>
          <w:color w:val="FF0000"/>
          <w:sz w:val="20"/>
        </w:rPr>
        <w:t>2</w:t>
      </w:r>
      <w:r w:rsidR="00EB2C76" w:rsidRPr="002C22C4">
        <w:rPr>
          <w:rFonts w:ascii="Arial" w:hAnsi="Arial" w:cs="Arial"/>
          <w:b/>
          <w:i/>
          <w:color w:val="FF0000"/>
          <w:sz w:val="20"/>
        </w:rPr>
        <w:t>8</w:t>
      </w:r>
    </w:p>
    <w:p w:rsidR="008D735B" w:rsidRPr="00AD0481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AD0481">
        <w:rPr>
          <w:rFonts w:ascii="Arial" w:hAnsi="Arial" w:cs="Arial"/>
          <w:sz w:val="20"/>
        </w:rPr>
        <w:t>Ja</w:t>
      </w:r>
    </w:p>
    <w:p w:rsidR="008D735B" w:rsidRPr="002C22C4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b/>
          <w:color w:val="FF0000"/>
          <w:sz w:val="20"/>
        </w:rPr>
      </w:pPr>
      <w:r w:rsidRPr="00AD0481">
        <w:rPr>
          <w:rFonts w:ascii="Arial" w:hAnsi="Arial" w:cs="Arial"/>
          <w:sz w:val="20"/>
        </w:rPr>
        <w:t>Niet van toepassing</w:t>
      </w:r>
      <w:r w:rsidRPr="00AD0481">
        <w:rPr>
          <w:rFonts w:ascii="Arial" w:hAnsi="Arial" w:cs="Arial"/>
          <w:b/>
          <w:sz w:val="20"/>
        </w:rPr>
        <w:t xml:space="preserve">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="00CA21BE">
        <w:rPr>
          <w:rFonts w:ascii="Arial" w:hAnsi="Arial" w:cs="Arial"/>
          <w:b/>
          <w:sz w:val="20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ga door naar vraag </w:t>
      </w:r>
      <w:r w:rsidR="00DF70E5" w:rsidRPr="002C22C4">
        <w:rPr>
          <w:rFonts w:ascii="Arial" w:hAnsi="Arial" w:cs="Arial"/>
          <w:b/>
          <w:i/>
          <w:color w:val="FF0000"/>
          <w:sz w:val="20"/>
        </w:rPr>
        <w:t>28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27</w:t>
      </w:r>
      <w:r w:rsidR="008D735B">
        <w:rPr>
          <w:rFonts w:ascii="Arial" w:hAnsi="Arial" w:cs="Arial"/>
          <w:b/>
          <w:sz w:val="20"/>
        </w:rPr>
        <w:tab/>
        <w:t xml:space="preserve">Was de begeleiding bij het geven van </w:t>
      </w:r>
      <w:r w:rsidR="008D735B">
        <w:rPr>
          <w:rFonts w:ascii="Arial" w:hAnsi="Arial" w:cs="Arial"/>
          <w:b/>
          <w:sz w:val="20"/>
          <w:u w:val="single"/>
        </w:rPr>
        <w:t>flesvoeding</w:t>
      </w:r>
      <w:r w:rsidR="008D735B">
        <w:rPr>
          <w:rFonts w:ascii="Arial" w:hAnsi="Arial" w:cs="Arial"/>
          <w:b/>
          <w:sz w:val="20"/>
        </w:rPr>
        <w:t xml:space="preserve"> voldoende?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Ja</w:t>
      </w:r>
    </w:p>
    <w:p w:rsidR="003B6B0D" w:rsidRDefault="003B6B0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92319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EB2C76">
        <w:rPr>
          <w:rFonts w:ascii="Arial" w:hAnsi="Arial" w:cs="Arial"/>
          <w:b/>
          <w:sz w:val="20"/>
        </w:rPr>
        <w:t>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922A3B">
        <w:rPr>
          <w:rFonts w:ascii="Arial" w:hAnsi="Arial" w:cs="Arial"/>
          <w:b/>
          <w:sz w:val="20"/>
        </w:rPr>
        <w:t>G</w:t>
      </w:r>
      <w:r w:rsidR="00922A3B" w:rsidRPr="006305E0">
        <w:rPr>
          <w:rFonts w:ascii="Arial" w:hAnsi="Arial" w:cs="Arial"/>
          <w:b/>
          <w:sz w:val="20"/>
        </w:rPr>
        <w:t>af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197327">
        <w:rPr>
          <w:rFonts w:ascii="Arial" w:hAnsi="Arial" w:cs="Arial"/>
          <w:b/>
          <w:sz w:val="20"/>
        </w:rPr>
        <w:t xml:space="preserve">(gaven) </w:t>
      </w:r>
      <w:r w:rsidR="008D735B" w:rsidRPr="006305E0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97486B" w:rsidRPr="006305E0">
        <w:rPr>
          <w:rFonts w:ascii="Arial" w:hAnsi="Arial" w:cs="Arial"/>
          <w:b/>
          <w:sz w:val="20"/>
        </w:rPr>
        <w:t xml:space="preserve">op </w:t>
      </w:r>
      <w:r w:rsidR="008D735B" w:rsidRPr="006305E0">
        <w:rPr>
          <w:rFonts w:ascii="Arial" w:hAnsi="Arial" w:cs="Arial"/>
          <w:b/>
          <w:sz w:val="20"/>
        </w:rPr>
        <w:t xml:space="preserve">een begrijpelijke </w:t>
      </w:r>
      <w:r w:rsidR="0097486B" w:rsidRPr="006305E0">
        <w:rPr>
          <w:rFonts w:ascii="Arial" w:hAnsi="Arial" w:cs="Arial"/>
          <w:b/>
          <w:sz w:val="20"/>
        </w:rPr>
        <w:t xml:space="preserve">manier </w:t>
      </w:r>
      <w:r w:rsidR="00922A3B" w:rsidRPr="006305E0">
        <w:rPr>
          <w:rFonts w:ascii="Arial" w:hAnsi="Arial" w:cs="Arial"/>
          <w:b/>
          <w:sz w:val="20"/>
        </w:rPr>
        <w:t>u</w:t>
      </w:r>
      <w:r w:rsidR="00922A3B">
        <w:rPr>
          <w:rFonts w:ascii="Arial" w:hAnsi="Arial" w:cs="Arial"/>
          <w:b/>
          <w:sz w:val="20"/>
        </w:rPr>
        <w:t>itleg</w:t>
      </w:r>
      <w:r w:rsidR="008D735B">
        <w:rPr>
          <w:rFonts w:ascii="Arial" w:hAnsi="Arial" w:cs="Arial"/>
          <w:b/>
          <w:sz w:val="20"/>
        </w:rPr>
        <w:t>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197327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beleefd tegen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Luisterde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aandachtig naar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Nam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u serieus?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C02A3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Had</w:t>
      </w:r>
      <w:r w:rsidR="00197327">
        <w:rPr>
          <w:rFonts w:ascii="Arial" w:hAnsi="Arial" w:cs="Arial"/>
          <w:b/>
          <w:sz w:val="20"/>
        </w:rPr>
        <w:t>(den)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genoeg tijd voor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ind w:left="540" w:hanging="540"/>
        <w:rPr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Vond u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deskundig?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 w:rsidP="00DF70E5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ab/>
        <w:t>Ging</w:t>
      </w:r>
      <w:r w:rsidR="00197327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197327">
        <w:rPr>
          <w:rFonts w:ascii="Arial" w:hAnsi="Arial" w:cs="Arial"/>
          <w:b/>
          <w:sz w:val="20"/>
        </w:rPr>
        <w:t xml:space="preserve">(n) </w:t>
      </w:r>
      <w:r w:rsidR="008D735B">
        <w:rPr>
          <w:rFonts w:ascii="Arial" w:hAnsi="Arial" w:cs="Arial"/>
          <w:b/>
          <w:sz w:val="20"/>
        </w:rPr>
        <w:t xml:space="preserve"> zelfstandig te werk?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ab/>
        <w:t xml:space="preserve">Was </w:t>
      </w:r>
      <w:r w:rsidR="00D77B8E">
        <w:rPr>
          <w:rFonts w:ascii="Arial" w:hAnsi="Arial" w:cs="Arial"/>
          <w:b/>
          <w:sz w:val="20"/>
        </w:rPr>
        <w:t xml:space="preserve">(waren) </w:t>
      </w:r>
      <w:r w:rsidR="008D735B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oplettend bij eventuele problemen?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063071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Lette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erop dat u voldoende rust kreeg?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pStyle w:val="Plattetekstinspringen"/>
      </w:pPr>
    </w:p>
    <w:p w:rsidR="00DF70E5" w:rsidRDefault="00DF70E5">
      <w:pPr>
        <w:pStyle w:val="Plattetekstinspringen"/>
      </w:pPr>
    </w:p>
    <w:p w:rsidR="008D735B" w:rsidRPr="006305E0" w:rsidRDefault="00EB2C76">
      <w:pPr>
        <w:pStyle w:val="Plattetekstinspringen"/>
      </w:pPr>
      <w:r>
        <w:t>38</w:t>
      </w:r>
      <w:r w:rsidR="008D735B">
        <w:t xml:space="preserve"> </w:t>
      </w:r>
      <w:r w:rsidR="008D735B">
        <w:tab/>
      </w:r>
      <w:r w:rsidR="00950539" w:rsidRPr="006305E0">
        <w:t>Begeleidde</w:t>
      </w:r>
      <w:r w:rsidR="00D77B8E">
        <w:t>(n)</w:t>
      </w:r>
      <w:r w:rsidR="00950539" w:rsidRPr="006305E0">
        <w:t xml:space="preserve"> </w:t>
      </w:r>
      <w:r w:rsidR="008D735B" w:rsidRPr="006305E0">
        <w:t>de kraamverzorgende</w:t>
      </w:r>
      <w:r w:rsidR="00D77B8E">
        <w:t>(n)</w:t>
      </w:r>
      <w:r w:rsidR="008D735B" w:rsidRPr="006305E0">
        <w:t xml:space="preserve"> u in </w:t>
      </w:r>
      <w:r w:rsidR="00B56835" w:rsidRPr="006305E0">
        <w:t xml:space="preserve">de </w:t>
      </w:r>
      <w:r w:rsidR="008D735B" w:rsidRPr="006305E0">
        <w:t>omgang met uw baby?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pStyle w:val="Plattetekstinspringen"/>
      </w:pPr>
      <w:r>
        <w:lastRenderedPageBreak/>
        <w:t>39</w:t>
      </w:r>
      <w:r w:rsidR="008D735B">
        <w:t xml:space="preserve"> </w:t>
      </w:r>
      <w:r w:rsidR="008D735B">
        <w:tab/>
        <w:t>Betrok</w:t>
      </w:r>
      <w:r w:rsidR="00D77B8E">
        <w:t>(ken)</w:t>
      </w:r>
      <w:r w:rsidR="008D735B">
        <w:t xml:space="preserve"> de kraamverzorgende</w:t>
      </w:r>
      <w:r w:rsidR="00D77B8E">
        <w:t>(n)</w:t>
      </w:r>
      <w:r w:rsidR="008D735B">
        <w:t xml:space="preserve"> uw partner bij de kraamzorg?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0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uw persoonlijke hygiëne? (co</w:t>
      </w:r>
      <w:r w:rsidR="007B3750">
        <w:t>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pStyle w:val="Plattetekstinspringen"/>
      </w:pPr>
      <w:r>
        <w:t>4</w:t>
      </w:r>
      <w:r w:rsidR="00EB2C76">
        <w:t>1</w:t>
      </w:r>
      <w:r w:rsidR="008D735B">
        <w:t xml:space="preserve"> </w:t>
      </w:r>
      <w:r w:rsidR="008D735B">
        <w:tab/>
        <w:t>Zorgde</w:t>
      </w:r>
      <w:r w:rsidR="00D77B8E">
        <w:t>(n)</w:t>
      </w:r>
      <w:r w:rsidR="008D735B">
        <w:t xml:space="preserve"> de kraamverzorgende</w:t>
      </w:r>
      <w:r w:rsidR="00D77B8E">
        <w:t>(n)</w:t>
      </w:r>
      <w:r w:rsidR="008D735B">
        <w:t xml:space="preserve"> voor de hygiëne va</w:t>
      </w:r>
      <w:r w:rsidR="007B3750">
        <w:t>n uw baby? (comfortabel, schoon</w:t>
      </w:r>
      <w:r w:rsidR="008D735B">
        <w:t>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Zorgde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voor een schone omgeving (toilet, slaapkamer)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</w:rPr>
      </w:pP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 w:rsidRPr="00CE5CB5"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3</w:t>
      </w:r>
      <w:r w:rsidRPr="00CE5CB5">
        <w:rPr>
          <w:rFonts w:ascii="Arial" w:hAnsi="Arial" w:cs="Arial"/>
          <w:b/>
          <w:sz w:val="20"/>
        </w:rPr>
        <w:tab/>
        <w:t>Zorgde(n) de kraamverzorgende(n) dat u zelfvertrouwen kreeg in de omgang met uw baby?</w:t>
      </w:r>
      <w:r w:rsidRPr="00CE5CB5">
        <w:rPr>
          <w:rFonts w:ascii="Arial" w:hAnsi="Arial" w:cs="Arial"/>
          <w:sz w:val="20"/>
        </w:rPr>
        <w:t xml:space="preserve"> 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Nooit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Soms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Meestal</w:t>
      </w:r>
    </w:p>
    <w:p w:rsidR="00CE5CB5" w:rsidRP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CE5CB5">
        <w:rPr>
          <w:rFonts w:ascii="Arial" w:hAnsi="Arial" w:cs="Arial"/>
          <w:sz w:val="20"/>
        </w:rPr>
        <w:tab/>
      </w:r>
      <w:r w:rsidRPr="00CE5CB5">
        <w:rPr>
          <w:rFonts w:ascii="Arial" w:hAnsi="Arial" w:cs="Arial"/>
          <w:sz w:val="20"/>
        </w:rPr>
        <w:sym w:font="Wingdings" w:char="F071"/>
      </w:r>
      <w:r w:rsidRPr="00CE5CB5"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pStyle w:val="Plattetekstinspringen"/>
      </w:pPr>
    </w:p>
    <w:p w:rsidR="00CE5CB5" w:rsidRDefault="00EB2C76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44</w:t>
      </w:r>
      <w:r w:rsidR="00CE5CB5">
        <w:rPr>
          <w:rFonts w:ascii="Arial" w:hAnsi="Arial" w:cs="Arial"/>
          <w:b/>
          <w:sz w:val="20"/>
        </w:rPr>
        <w:tab/>
        <w:t>Voelde u zich op uw gemak bij de kraamverzorgende(n)?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CE5CB5" w:rsidRDefault="00CE5CB5" w:rsidP="00CE5CB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7B3750" w:rsidRDefault="00AB6388" w:rsidP="00CE5CB5">
      <w:pPr>
        <w:pStyle w:val="Plattetekstinspringen"/>
      </w:pPr>
      <w:r>
        <w:t>4</w:t>
      </w:r>
      <w:r w:rsidR="00EB2C76">
        <w:t>5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advies/ voorlichting over bijvoorbeeld hygiëne, baby verzorging, voeding?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Altijd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pStyle w:val="Plattetekstinspringen"/>
      </w:pPr>
      <w:r>
        <w:t>4</w:t>
      </w:r>
      <w:r w:rsidR="00EB2C76">
        <w:t>6</w:t>
      </w:r>
      <w:r w:rsidR="008D735B" w:rsidRPr="007B3750">
        <w:t xml:space="preserve"> </w:t>
      </w:r>
      <w:r w:rsidR="008D735B" w:rsidRPr="007B3750">
        <w:tab/>
        <w:t xml:space="preserve">Gaf </w:t>
      </w:r>
      <w:r w:rsidR="00D77B8E">
        <w:t xml:space="preserve">(gaven) </w:t>
      </w:r>
      <w:r w:rsidR="008D735B" w:rsidRPr="007B3750">
        <w:t>de kraamverzorgende</w:t>
      </w:r>
      <w:r w:rsidR="00D77B8E">
        <w:t>(n)</w:t>
      </w:r>
      <w:r w:rsidR="008D735B" w:rsidRPr="007B3750">
        <w:t xml:space="preserve"> informatie over </w:t>
      </w:r>
      <w:r w:rsidR="00D77B8E">
        <w:t>veilig slapen</w:t>
      </w:r>
      <w:r w:rsidR="00E90FD0">
        <w:t>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Ja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Pr="007B3750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</w:t>
      </w:r>
      <w:r w:rsidR="00EB2C76">
        <w:rPr>
          <w:rFonts w:ascii="Arial" w:hAnsi="Arial" w:cs="Arial"/>
          <w:b/>
          <w:sz w:val="20"/>
        </w:rPr>
        <w:t>7</w:t>
      </w:r>
      <w:r w:rsidR="008D735B" w:rsidRPr="007B3750">
        <w:rPr>
          <w:rFonts w:ascii="Arial" w:hAnsi="Arial" w:cs="Arial"/>
          <w:b/>
          <w:sz w:val="20"/>
        </w:rPr>
        <w:t xml:space="preserve"> </w:t>
      </w:r>
      <w:r w:rsidR="008D735B" w:rsidRPr="007B3750">
        <w:rPr>
          <w:rFonts w:ascii="Arial" w:hAnsi="Arial" w:cs="Arial"/>
          <w:b/>
          <w:sz w:val="20"/>
        </w:rPr>
        <w:tab/>
        <w:t xml:space="preserve">Gaf </w:t>
      </w:r>
      <w:r w:rsidR="00D77B8E">
        <w:rPr>
          <w:rFonts w:ascii="Arial" w:hAnsi="Arial" w:cs="Arial"/>
          <w:b/>
          <w:sz w:val="20"/>
        </w:rPr>
        <w:t xml:space="preserve">(gaven) </w:t>
      </w:r>
      <w:r w:rsidR="008D735B" w:rsidRPr="007B3750">
        <w:rPr>
          <w:rFonts w:ascii="Arial" w:hAnsi="Arial" w:cs="Arial"/>
          <w:b/>
          <w:sz w:val="20"/>
        </w:rPr>
        <w:t>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 w:rsidRPr="007B3750">
        <w:rPr>
          <w:rFonts w:ascii="Arial" w:hAnsi="Arial" w:cs="Arial"/>
          <w:b/>
          <w:sz w:val="20"/>
        </w:rPr>
        <w:t xml:space="preserve"> u tegenstrijdige informatie?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Nooit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Soms</w:t>
      </w:r>
    </w:p>
    <w:p w:rsidR="008D735B" w:rsidRPr="007B375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Meestal</w:t>
      </w:r>
    </w:p>
    <w:p w:rsidR="008D735B" w:rsidRPr="007B3750" w:rsidRDefault="008D735B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Altijd</w:t>
      </w:r>
    </w:p>
    <w:p w:rsidR="00A236B7" w:rsidRPr="007B3750" w:rsidRDefault="00A236B7" w:rsidP="007B3750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7B3750" w:rsidRPr="007B3750" w:rsidRDefault="00AB6388" w:rsidP="007B3750">
      <w:pPr>
        <w:pStyle w:val="Plattetekstinspringen"/>
      </w:pPr>
      <w:r>
        <w:t>4</w:t>
      </w:r>
      <w:r w:rsidR="00EB2C76">
        <w:t>8</w:t>
      </w:r>
      <w:r w:rsidR="007B3750" w:rsidRPr="007B3750">
        <w:t xml:space="preserve"> </w:t>
      </w:r>
      <w:r w:rsidR="007B3750" w:rsidRPr="007B3750">
        <w:tab/>
        <w:t>Had</w:t>
      </w:r>
      <w:r w:rsidR="00D77B8E">
        <w:t>(den)</w:t>
      </w:r>
      <w:r w:rsidR="007B3750" w:rsidRPr="007B3750">
        <w:t xml:space="preserve"> de kraamverzorgende</w:t>
      </w:r>
      <w:r w:rsidR="00D77B8E">
        <w:t>(n)</w:t>
      </w:r>
      <w:r w:rsidR="007B3750" w:rsidRPr="007B3750">
        <w:t xml:space="preserve"> </w:t>
      </w:r>
      <w:r w:rsidR="00950539" w:rsidRPr="006305E0">
        <w:t>aandacht</w:t>
      </w:r>
      <w:r w:rsidR="007B3750" w:rsidRPr="006305E0">
        <w:t xml:space="preserve"> voor</w:t>
      </w:r>
      <w:r w:rsidR="007B3750" w:rsidRPr="007B3750">
        <w:t xml:space="preserve"> uw </w:t>
      </w:r>
      <w:r w:rsidR="00063071">
        <w:t>persoonlijke en culturele a</w:t>
      </w:r>
      <w:r w:rsidR="007B3750" w:rsidRPr="007B3750">
        <w:t>chtergrond?</w:t>
      </w:r>
    </w:p>
    <w:p w:rsidR="007B3750" w:rsidRPr="007B3750" w:rsidRDefault="007B3750" w:rsidP="007B375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ab/>
      </w:r>
      <w:r w:rsidRPr="007B3750">
        <w:rPr>
          <w:rFonts w:ascii="Arial" w:hAnsi="Arial" w:cs="Arial"/>
          <w:sz w:val="20"/>
        </w:rPr>
        <w:sym w:font="Wingdings" w:char="F071"/>
      </w:r>
      <w:r w:rsidRPr="007B3750">
        <w:rPr>
          <w:rFonts w:ascii="Arial" w:hAnsi="Arial" w:cs="Arial"/>
          <w:sz w:val="20"/>
        </w:rPr>
        <w:tab/>
        <w:t>Nee</w:t>
      </w:r>
    </w:p>
    <w:p w:rsidR="007B3750" w:rsidRPr="007B3750" w:rsidRDefault="007B3750" w:rsidP="007B3750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 w:rsidRPr="007B3750">
        <w:rPr>
          <w:rFonts w:ascii="Arial" w:hAnsi="Arial" w:cs="Arial"/>
          <w:sz w:val="20"/>
        </w:rPr>
        <w:t>Ja</w:t>
      </w:r>
    </w:p>
    <w:p w:rsidR="006305E0" w:rsidRDefault="006305E0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>49</w:t>
      </w:r>
      <w:r w:rsidR="008D735B" w:rsidRPr="006305E0">
        <w:rPr>
          <w:rFonts w:ascii="Arial" w:hAnsi="Arial" w:cs="Arial"/>
          <w:b/>
          <w:sz w:val="20"/>
        </w:rPr>
        <w:t xml:space="preserve"> </w:t>
      </w:r>
      <w:r w:rsidR="008D735B" w:rsidRPr="006305E0">
        <w:rPr>
          <w:rFonts w:ascii="Arial" w:hAnsi="Arial" w:cs="Arial"/>
          <w:b/>
          <w:sz w:val="20"/>
        </w:rPr>
        <w:tab/>
      </w:r>
      <w:r w:rsidR="00915FE2" w:rsidRPr="006305E0">
        <w:rPr>
          <w:rFonts w:ascii="Arial" w:hAnsi="Arial" w:cs="Arial"/>
          <w:b/>
          <w:sz w:val="20"/>
        </w:rPr>
        <w:t xml:space="preserve">Kon u meebeslissen </w:t>
      </w:r>
      <w:r w:rsidR="008D735B" w:rsidRPr="006305E0">
        <w:rPr>
          <w:rFonts w:ascii="Arial" w:hAnsi="Arial" w:cs="Arial"/>
          <w:b/>
          <w:sz w:val="20"/>
        </w:rPr>
        <w:t>ov</w:t>
      </w:r>
      <w:r w:rsidR="008D735B">
        <w:rPr>
          <w:rFonts w:ascii="Arial" w:hAnsi="Arial" w:cs="Arial"/>
          <w:b/>
          <w:sz w:val="20"/>
        </w:rPr>
        <w:t xml:space="preserve">er wat het beste is voor u en uw kind?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 w:rsidP="000852C7">
      <w:pPr>
        <w:tabs>
          <w:tab w:val="left" w:pos="540"/>
          <w:tab w:val="left" w:pos="900"/>
          <w:tab w:val="left" w:pos="1260"/>
        </w:tabs>
        <w:spacing w:line="280" w:lineRule="exact"/>
        <w:ind w:left="540" w:right="-292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Werkte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op uw manier</w:t>
      </w:r>
      <w:r w:rsidR="000852C7">
        <w:rPr>
          <w:rFonts w:ascii="Arial" w:hAnsi="Arial" w:cs="Arial"/>
          <w:b/>
          <w:sz w:val="20"/>
        </w:rPr>
        <w:t>?</w:t>
      </w:r>
      <w:r w:rsidR="008D735B">
        <w:rPr>
          <w:rFonts w:ascii="Arial" w:hAnsi="Arial" w:cs="Arial"/>
          <w:b/>
          <w:sz w:val="20"/>
        </w:rPr>
        <w:t xml:space="preserve"> (zoals u graag</w:t>
      </w:r>
      <w:r w:rsidR="000852C7">
        <w:rPr>
          <w:rFonts w:ascii="Arial" w:hAnsi="Arial" w:cs="Arial"/>
          <w:b/>
          <w:sz w:val="20"/>
        </w:rPr>
        <w:t xml:space="preserve"> wilt dat dingen gedaan worden)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D77B8E" w:rsidRDefault="00D77B8E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>Hield</w:t>
      </w:r>
      <w:r w:rsidR="00D77B8E">
        <w:rPr>
          <w:rFonts w:ascii="Arial" w:hAnsi="Arial" w:cs="Arial"/>
          <w:b/>
          <w:sz w:val="20"/>
        </w:rPr>
        <w:t>(en)</w:t>
      </w:r>
      <w:r w:rsidR="008D735B">
        <w:rPr>
          <w:rFonts w:ascii="Arial" w:hAnsi="Arial" w:cs="Arial"/>
          <w:b/>
          <w:sz w:val="20"/>
        </w:rPr>
        <w:t xml:space="preserve"> de kraamverzorgende</w:t>
      </w:r>
      <w:r w:rsidR="00D77B8E">
        <w:rPr>
          <w:rFonts w:ascii="Arial" w:hAnsi="Arial" w:cs="Arial"/>
          <w:b/>
          <w:sz w:val="20"/>
        </w:rPr>
        <w:t>(n)</w:t>
      </w:r>
      <w:r w:rsidR="008D735B">
        <w:rPr>
          <w:rFonts w:ascii="Arial" w:hAnsi="Arial" w:cs="Arial"/>
          <w:b/>
          <w:sz w:val="20"/>
        </w:rPr>
        <w:t xml:space="preserve"> rekening met wat u zelf wel en niet kon?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 w:rsidP="00624C64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Altijd</w:t>
      </w:r>
    </w:p>
    <w:p w:rsidR="00624C64" w:rsidRDefault="00624C64" w:rsidP="00485443">
      <w:pPr>
        <w:tabs>
          <w:tab w:val="left" w:pos="54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Cs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Wist u bij wie </w:t>
      </w:r>
      <w:r w:rsidR="00AA5DA0">
        <w:rPr>
          <w:rFonts w:ascii="Arial" w:hAnsi="Arial" w:cs="Arial"/>
          <w:b/>
          <w:sz w:val="20"/>
        </w:rPr>
        <w:t xml:space="preserve">u </w:t>
      </w:r>
      <w:r w:rsidR="008D735B">
        <w:rPr>
          <w:rFonts w:ascii="Arial" w:hAnsi="Arial" w:cs="Arial"/>
          <w:b/>
          <w:sz w:val="20"/>
        </w:rPr>
        <w:t xml:space="preserve">terecht kon met vragen, problemen en eventuele klachten </w:t>
      </w:r>
      <w:r w:rsidR="00D130BF">
        <w:rPr>
          <w:rFonts w:ascii="Arial" w:hAnsi="Arial" w:cs="Arial"/>
          <w:b/>
          <w:sz w:val="20"/>
        </w:rPr>
        <w:t>over de geleverde kraamzorg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Was het een probleem om de </w:t>
      </w:r>
      <w:r w:rsidR="008D735B">
        <w:rPr>
          <w:rFonts w:ascii="Arial" w:hAnsi="Arial" w:cs="Arial"/>
          <w:b/>
          <w:sz w:val="20"/>
        </w:rPr>
        <w:lastRenderedPageBreak/>
        <w:t>kraamzorgaanbieder telefonisch te bereiken?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Groot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Klein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Geen probleem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Niet van toepassing</w:t>
      </w:r>
    </w:p>
    <w:p w:rsidR="006305E0" w:rsidRDefault="006305E0" w:rsidP="006305E0">
      <w:pPr>
        <w:pBdr>
          <w:bottom w:val="single" w:sz="4" w:space="1" w:color="auto"/>
        </w:pBdr>
        <w:tabs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 w:rsidP="000852C7">
      <w:pPr>
        <w:tabs>
          <w:tab w:val="left" w:pos="900"/>
          <w:tab w:val="left" w:pos="1260"/>
        </w:tabs>
        <w:spacing w:line="280" w:lineRule="exact"/>
        <w:ind w:right="-292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SAMENWERKING EN AFSTEMMING ZORG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szCs w:val="22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</w:r>
      <w:r w:rsidR="008D735B" w:rsidRPr="006305E0">
        <w:rPr>
          <w:rFonts w:ascii="Arial" w:hAnsi="Arial" w:cs="Arial"/>
          <w:b/>
          <w:sz w:val="20"/>
        </w:rPr>
        <w:t>Werkten de kraamverzorgende</w:t>
      </w:r>
      <w:r w:rsidR="00915FE2" w:rsidRPr="006305E0">
        <w:rPr>
          <w:rFonts w:ascii="Arial" w:hAnsi="Arial" w:cs="Arial"/>
          <w:b/>
          <w:sz w:val="20"/>
        </w:rPr>
        <w:t>(n)</w:t>
      </w:r>
      <w:r w:rsidR="008D735B" w:rsidRPr="006305E0">
        <w:rPr>
          <w:rFonts w:ascii="Arial" w:hAnsi="Arial" w:cs="Arial"/>
          <w:b/>
          <w:sz w:val="20"/>
        </w:rPr>
        <w:t xml:space="preserve"> en </w:t>
      </w:r>
      <w:r w:rsidR="00D130BF">
        <w:rPr>
          <w:rFonts w:ascii="Arial" w:hAnsi="Arial" w:cs="Arial"/>
          <w:b/>
          <w:sz w:val="20"/>
        </w:rPr>
        <w:t xml:space="preserve">de </w:t>
      </w:r>
      <w:r w:rsidR="008D735B" w:rsidRPr="006305E0">
        <w:rPr>
          <w:rFonts w:ascii="Arial" w:hAnsi="Arial" w:cs="Arial"/>
          <w:b/>
          <w:sz w:val="20"/>
        </w:rPr>
        <w:t>verloskundige met elkaar samen?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0852C7" w:rsidRDefault="000852C7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5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Verwees de kraamverzorgende u naar de verloskundige wanneer u dat nodig vond?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Nooit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Soms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Meestal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Altijd</w:t>
      </w:r>
    </w:p>
    <w:p w:rsidR="008D735B" w:rsidRDefault="008D735B" w:rsidP="006305E0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  <w:u w:val="single"/>
        </w:rPr>
      </w:pPr>
    </w:p>
    <w:p w:rsidR="00954049" w:rsidRDefault="0095404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ALGEMEEN OORDEEL</w:t>
      </w: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EB2C76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Welk cijfer geeft u de kraamverzorgende</w:t>
      </w:r>
      <w:r w:rsidR="00D130BF">
        <w:rPr>
          <w:rFonts w:ascii="Arial" w:hAnsi="Arial" w:cs="Arial"/>
          <w:b/>
          <w:sz w:val="20"/>
        </w:rPr>
        <w:t>(n)</w:t>
      </w:r>
      <w:r w:rsidR="00F9603A">
        <w:rPr>
          <w:rFonts w:ascii="Arial" w:hAnsi="Arial" w:cs="Arial"/>
          <w:b/>
          <w:sz w:val="20"/>
        </w:rPr>
        <w:t xml:space="preserve"> </w:t>
      </w:r>
      <w:r w:rsidR="000852C7">
        <w:rPr>
          <w:rFonts w:ascii="Arial" w:hAnsi="Arial" w:cs="Arial"/>
          <w:b/>
          <w:sz w:val="20"/>
        </w:rPr>
        <w:t>voor de zorg tijdens de kraamperiode</w:t>
      </w:r>
      <w:r w:rsidR="002753AC" w:rsidRPr="000852C7">
        <w:rPr>
          <w:rFonts w:ascii="Arial" w:hAnsi="Arial" w:cs="Arial"/>
          <w:b/>
          <w:sz w:val="20"/>
        </w:rPr>
        <w:t>?</w:t>
      </w:r>
      <w:r w:rsidR="008D735B" w:rsidRPr="000852C7">
        <w:rPr>
          <w:rFonts w:ascii="Arial" w:hAnsi="Arial" w:cs="Arial"/>
          <w:b/>
          <w:sz w:val="20"/>
        </w:rPr>
        <w:t xml:space="preserve"> Een</w:t>
      </w:r>
      <w:r w:rsidR="008D735B">
        <w:rPr>
          <w:rFonts w:ascii="Arial" w:hAnsi="Arial" w:cs="Arial"/>
          <w:b/>
          <w:sz w:val="20"/>
        </w:rPr>
        <w:t xml:space="preserve"> 0 betekent heel erg slecht. Een 10 betekent uitsteke</w:t>
      </w:r>
      <w:r w:rsidR="008D735B" w:rsidRPr="006305E0">
        <w:rPr>
          <w:rFonts w:ascii="Arial" w:hAnsi="Arial" w:cs="Arial"/>
          <w:b/>
          <w:sz w:val="20"/>
        </w:rPr>
        <w:t>nd</w:t>
      </w:r>
      <w:r w:rsidR="001D50F5" w:rsidRPr="006305E0">
        <w:rPr>
          <w:rFonts w:ascii="Arial" w:hAnsi="Arial" w:cs="Arial"/>
          <w:b/>
          <w:sz w:val="20"/>
        </w:rPr>
        <w:t>.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0</w:t>
      </w:r>
      <w:r>
        <w:rPr>
          <w:rFonts w:ascii="Arial" w:hAnsi="Arial" w:cs="Arial"/>
          <w:sz w:val="20"/>
        </w:rPr>
        <w:tab/>
        <w:t>heel erg slechte</w:t>
      </w:r>
      <w:r w:rsidR="00A236B7">
        <w:rPr>
          <w:rFonts w:ascii="Arial" w:hAnsi="Arial" w:cs="Arial"/>
          <w:sz w:val="20"/>
        </w:rPr>
        <w:t xml:space="preserve"> kraamverzorgende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</w:t>
      </w:r>
      <w:r>
        <w:rPr>
          <w:rFonts w:ascii="Arial" w:hAnsi="Arial" w:cs="Arial"/>
          <w:sz w:val="20"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2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3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4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5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6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7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8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9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10</w:t>
      </w:r>
      <w:r>
        <w:rPr>
          <w:rFonts w:ascii="Arial" w:hAnsi="Arial" w:cs="Arial"/>
          <w:sz w:val="20"/>
        </w:rPr>
        <w:tab/>
        <w:t xml:space="preserve">uitstekende </w:t>
      </w:r>
      <w:r w:rsidR="00A236B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>raamverzorgende</w:t>
      </w:r>
      <w:r w:rsidR="00D130BF">
        <w:rPr>
          <w:rFonts w:ascii="Arial" w:hAnsi="Arial" w:cs="Arial"/>
          <w:sz w:val="20"/>
        </w:rPr>
        <w:t>(n)</w:t>
      </w:r>
    </w:p>
    <w:p w:rsidR="008D735B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57</w:t>
      </w:r>
      <w:r w:rsidR="008D735B"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kraamverzorgende</w:t>
      </w:r>
      <w:r w:rsidR="00D130BF">
        <w:rPr>
          <w:rFonts w:ascii="Arial" w:hAnsi="Arial" w:cs="Arial"/>
          <w:b/>
          <w:bCs/>
          <w:sz w:val="20"/>
          <w:szCs w:val="22"/>
        </w:rPr>
        <w:t>(n)</w:t>
      </w:r>
      <w:r w:rsidR="008D735B"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F140A9" w:rsidRPr="006305E0" w:rsidRDefault="008D735B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F140A9" w:rsidRPr="006305E0">
        <w:rPr>
          <w:rFonts w:ascii="Arial" w:hAnsi="Arial" w:cs="Arial"/>
          <w:sz w:val="20"/>
          <w:szCs w:val="22"/>
        </w:rPr>
        <w:t>Beslist niet</w:t>
      </w:r>
    </w:p>
    <w:p w:rsidR="008D735B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F140A9" w:rsidRPr="006305E0" w:rsidRDefault="00F140A9" w:rsidP="00F140A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F140A9" w:rsidRPr="006305E0" w:rsidRDefault="00EB2C76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58</w:t>
      </w:r>
      <w:r w:rsidR="00F140A9" w:rsidRPr="006305E0">
        <w:rPr>
          <w:rFonts w:ascii="Arial" w:hAnsi="Arial" w:cs="Arial"/>
          <w:b/>
          <w:sz w:val="20"/>
        </w:rPr>
        <w:t xml:space="preserve"> </w:t>
      </w:r>
      <w:r w:rsidR="00F140A9" w:rsidRPr="006305E0">
        <w:rPr>
          <w:rFonts w:ascii="Arial" w:hAnsi="Arial" w:cs="Arial"/>
          <w:b/>
          <w:sz w:val="20"/>
        </w:rPr>
        <w:tab/>
        <w:t>Welk cijfer geeft u de kraamzorgaanbieder/ het kraambureau? Een 0 betekent heel erg slecht. Een 10 betekent uitstekend.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0</w:t>
      </w:r>
      <w:r w:rsidRPr="006305E0">
        <w:rPr>
          <w:rFonts w:ascii="Arial" w:hAnsi="Arial" w:cs="Arial"/>
          <w:sz w:val="20"/>
        </w:rPr>
        <w:tab/>
        <w:t>heel erg slechte kraamzorgaanbieder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</w:t>
      </w:r>
      <w:r w:rsidRPr="006305E0">
        <w:rPr>
          <w:rFonts w:ascii="Arial" w:hAnsi="Arial" w:cs="Arial"/>
          <w:sz w:val="20"/>
        </w:rPr>
        <w:tab/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2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3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4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5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6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7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8</w:t>
      </w:r>
    </w:p>
    <w:p w:rsidR="00F140A9" w:rsidRPr="006305E0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9</w:t>
      </w:r>
    </w:p>
    <w:p w:rsidR="00F140A9" w:rsidRDefault="00F140A9" w:rsidP="00F140A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6305E0"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</w:rPr>
        <w:sym w:font="Wingdings" w:char="F071"/>
      </w:r>
      <w:r w:rsidRPr="006305E0">
        <w:rPr>
          <w:rFonts w:ascii="Arial" w:hAnsi="Arial" w:cs="Arial"/>
          <w:sz w:val="20"/>
        </w:rPr>
        <w:tab/>
        <w:t>10</w:t>
      </w:r>
      <w:r w:rsidRPr="006305E0">
        <w:rPr>
          <w:rFonts w:ascii="Arial" w:hAnsi="Arial" w:cs="Arial"/>
          <w:sz w:val="20"/>
        </w:rPr>
        <w:tab/>
        <w:t>uitstekende kraamzorgaanbieder</w:t>
      </w: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</w:p>
    <w:p w:rsidR="00CC03CA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59</w:t>
      </w:r>
      <w:r>
        <w:rPr>
          <w:rFonts w:ascii="Arial" w:hAnsi="Arial" w:cs="Arial"/>
          <w:b/>
          <w:bCs/>
          <w:sz w:val="20"/>
          <w:szCs w:val="22"/>
        </w:rPr>
        <w:tab/>
        <w:t>Zou u de</w:t>
      </w:r>
      <w:r w:rsidR="00B74571">
        <w:rPr>
          <w:rFonts w:ascii="Arial" w:hAnsi="Arial" w:cs="Arial"/>
          <w:b/>
          <w:bCs/>
          <w:sz w:val="20"/>
          <w:szCs w:val="22"/>
        </w:rPr>
        <w:t>ze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 w:rsidR="00B74571">
        <w:rPr>
          <w:rFonts w:ascii="Arial" w:hAnsi="Arial" w:cs="Arial"/>
          <w:b/>
          <w:sz w:val="20"/>
        </w:rPr>
        <w:t>kraamzorgaanbieder/ di</w:t>
      </w:r>
      <w:r w:rsidRPr="006305E0">
        <w:rPr>
          <w:rFonts w:ascii="Arial" w:hAnsi="Arial" w:cs="Arial"/>
          <w:b/>
          <w:sz w:val="20"/>
        </w:rPr>
        <w:t>t kraambureau</w:t>
      </w:r>
      <w:r>
        <w:rPr>
          <w:rFonts w:ascii="Arial" w:hAnsi="Arial" w:cs="Arial"/>
          <w:b/>
          <w:bCs/>
          <w:sz w:val="20"/>
          <w:szCs w:val="22"/>
        </w:rPr>
        <w:t xml:space="preserve"> bij vrienden en familie aanbevelen?</w:t>
      </w:r>
    </w:p>
    <w:p w:rsidR="00CC03CA" w:rsidRPr="006305E0" w:rsidRDefault="00CC03CA" w:rsidP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Pr="006305E0">
        <w:rPr>
          <w:rFonts w:ascii="Arial" w:hAnsi="Arial" w:cs="Arial"/>
          <w:sz w:val="20"/>
          <w:szCs w:val="22"/>
        </w:rPr>
        <w:t>Beslist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niet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Waarschijnlijk wel</w:t>
      </w:r>
    </w:p>
    <w:p w:rsidR="00CC03CA" w:rsidRPr="006305E0" w:rsidRDefault="00CC03CA" w:rsidP="00CC03CA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  <w:szCs w:val="22"/>
        </w:rPr>
      </w:pPr>
      <w:r w:rsidRPr="006305E0">
        <w:rPr>
          <w:rFonts w:ascii="Arial" w:hAnsi="Arial" w:cs="Arial"/>
          <w:sz w:val="20"/>
          <w:szCs w:val="22"/>
        </w:rPr>
        <w:t>Beslist wel</w:t>
      </w:r>
    </w:p>
    <w:p w:rsidR="00DF70E5" w:rsidRDefault="00DF70E5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Pr="006305E0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sz w:val="24"/>
        </w:rPr>
      </w:pPr>
      <w:r w:rsidRPr="006305E0">
        <w:rPr>
          <w:rFonts w:ascii="Arial" w:hAnsi="Arial" w:cs="Arial"/>
          <w:b/>
          <w:i/>
          <w:sz w:val="24"/>
        </w:rPr>
        <w:t>OVER UZELF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60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Kreeg u deze kraamzorg voor de geboorte van u</w:t>
      </w:r>
      <w:r w:rsidR="00A02CEA">
        <w:rPr>
          <w:rFonts w:ascii="Arial" w:hAnsi="Arial" w:cs="Arial"/>
          <w:b/>
          <w:sz w:val="20"/>
        </w:rPr>
        <w:t>w</w:t>
      </w:r>
      <w:r w:rsidR="008D735B">
        <w:rPr>
          <w:rFonts w:ascii="Arial" w:hAnsi="Arial" w:cs="Arial"/>
          <w:b/>
          <w:sz w:val="20"/>
        </w:rPr>
        <w:t xml:space="preserve"> eerste kind?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Nee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Ja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</w:t>
      </w:r>
      <w:r w:rsidR="008D735B">
        <w:rPr>
          <w:rFonts w:ascii="Arial" w:hAnsi="Arial" w:cs="Arial"/>
          <w:b/>
          <w:sz w:val="20"/>
          <w:u w:val="single"/>
        </w:rPr>
        <w:t>uw gezondheid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2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Hoe zou u over het algemeen de gezondheid van </w:t>
      </w:r>
      <w:r w:rsidR="008D735B">
        <w:rPr>
          <w:rFonts w:ascii="Arial" w:hAnsi="Arial" w:cs="Arial"/>
          <w:b/>
          <w:sz w:val="20"/>
          <w:u w:val="single"/>
        </w:rPr>
        <w:t>uw baby</w:t>
      </w:r>
      <w:r w:rsidR="008D735B">
        <w:rPr>
          <w:rFonts w:ascii="Arial" w:hAnsi="Arial" w:cs="Arial"/>
          <w:b/>
          <w:sz w:val="20"/>
        </w:rPr>
        <w:t xml:space="preserve">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DF70E5" w:rsidRDefault="00DF70E5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3</w:t>
      </w:r>
      <w:r w:rsidR="008D735B">
        <w:rPr>
          <w:rFonts w:ascii="Arial" w:hAnsi="Arial" w:cs="Arial"/>
          <w:b/>
          <w:sz w:val="20"/>
        </w:rPr>
        <w:tab/>
        <w:t>Hoe zou u over het algemeen uw geestelijke gezondheid noemen?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Uitstekend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Zeer 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Goed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Matig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Slecht</w:t>
      </w:r>
    </w:p>
    <w:p w:rsidR="00EB2C76" w:rsidRDefault="00EB2C76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4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>Wat is uw leeftijd?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Jonger dan 1</w:t>
      </w:r>
      <w:r w:rsidR="00A544D2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="00C71EFC">
        <w:rPr>
          <w:rFonts w:ascii="Arial" w:hAnsi="Arial" w:cs="Arial"/>
          <w:sz w:val="20"/>
        </w:rPr>
        <w:tab/>
        <w:t>1</w:t>
      </w:r>
      <w:r w:rsidR="00A544D2">
        <w:rPr>
          <w:rFonts w:ascii="Arial" w:hAnsi="Arial" w:cs="Arial"/>
          <w:sz w:val="20"/>
        </w:rPr>
        <w:t>6</w:t>
      </w:r>
      <w:r w:rsidR="00C71EFC">
        <w:rPr>
          <w:rFonts w:ascii="Arial" w:hAnsi="Arial" w:cs="Arial"/>
          <w:sz w:val="20"/>
        </w:rPr>
        <w:t xml:space="preserve"> t/m 24 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25 t/m 34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35 t/m 44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45 </w:t>
      </w:r>
      <w:r w:rsidR="00C71EFC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aar en ouder</w:t>
      </w:r>
    </w:p>
    <w:p w:rsidR="008D735B" w:rsidRDefault="008D735B">
      <w:pPr>
        <w:pStyle w:val="Default"/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2"/>
        </w:rPr>
      </w:pPr>
    </w:p>
    <w:p w:rsidR="008D735B" w:rsidRDefault="00AB6388">
      <w:pPr>
        <w:pStyle w:val="Plattetekstinspringen"/>
      </w:pPr>
      <w:r>
        <w:t>6</w:t>
      </w:r>
      <w:r w:rsidR="00CC03CA">
        <w:t>5</w:t>
      </w:r>
      <w:r w:rsidR="008D735B">
        <w:t xml:space="preserve"> </w:t>
      </w:r>
      <w:r w:rsidR="008D735B">
        <w:tab/>
        <w:t xml:space="preserve">Wat is uw hoogst voltooide opleiding? (een opleiding afgerond met diploma of voldoende getuigschrift)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Geen opleiding (lager onderwijs: niet afgemaakt)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onderwijs (basisschool, speciaal basisonderwijs)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Lager of voorbereidend beroepsonderwijs (zoals LTS, LEAO, LHNO, VMBO) </w:t>
      </w:r>
    </w:p>
    <w:p w:rsidR="008D735B" w:rsidRDefault="008D735B" w:rsidP="00A236B7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right="-112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algemeen voortgezet onderwijs (zoals MAVO, (M)ULO, MBO-kort, VMBO-t)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Middelbaar beroepsonderwijs en beroepsbegeleidend onderwijs (zoals MBO-lang, MTS, MEAO, BOL, BBL, INAS)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algemeen en voorbereidend wetenschappelijk onderwijs (zoals HAVO, VWO, Atheneum, Gymnasium, HBS, MMS)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900" w:hanging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Hoger beroepsonderwijs (zoals HBO, HTS, HEAO, HBO-V, kandidaats wetenschappelijk onderwijs)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Wetenschappelijk onderwijs (universiteit) </w:t>
      </w:r>
    </w:p>
    <w:p w:rsidR="008D735B" w:rsidRDefault="008D735B">
      <w:pPr>
        <w:tabs>
          <w:tab w:val="left" w:pos="540"/>
          <w:tab w:val="left" w:pos="900"/>
          <w:tab w:val="left" w:pos="108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6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</w:t>
      </w:r>
      <w:r w:rsidR="008D735B">
        <w:rPr>
          <w:rFonts w:ascii="Arial" w:hAnsi="Arial" w:cs="Arial"/>
          <w:b/>
          <w:sz w:val="20"/>
          <w:u w:val="single"/>
        </w:rPr>
        <w:t>van uzelf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4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40" w:lineRule="exact"/>
        <w:ind w:left="540" w:hanging="540"/>
        <w:rPr>
          <w:rFonts w:ascii="Arial" w:hAnsi="Arial" w:cs="Arial"/>
          <w:i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CC03CA">
        <w:rPr>
          <w:rFonts w:ascii="Arial" w:hAnsi="Arial" w:cs="Arial"/>
          <w:b/>
          <w:sz w:val="20"/>
        </w:rPr>
        <w:t>7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vader</w:t>
      </w:r>
      <w:r w:rsidR="008D735B">
        <w:rPr>
          <w:rFonts w:ascii="Arial" w:hAnsi="Arial" w:cs="Arial"/>
          <w:b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68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Wat is het geboorteland van </w:t>
      </w:r>
      <w:r w:rsidR="008D735B">
        <w:rPr>
          <w:rFonts w:ascii="Arial" w:hAnsi="Arial" w:cs="Arial"/>
          <w:b/>
          <w:sz w:val="20"/>
          <w:u w:val="single"/>
        </w:rPr>
        <w:t>uw moeder</w:t>
      </w:r>
      <w:r w:rsidR="008D735B">
        <w:rPr>
          <w:rFonts w:ascii="Arial" w:hAnsi="Arial" w:cs="Arial"/>
          <w:sz w:val="20"/>
        </w:rPr>
        <w:t xml:space="preserve">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Indonesië/voormalig Nederlands-Indië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Suriname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Marokko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Turkije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Duitsland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</w:r>
      <w:r w:rsidR="00DF44E2">
        <w:rPr>
          <w:rFonts w:ascii="Arial" w:hAnsi="Arial" w:cs="Arial"/>
          <w:sz w:val="20"/>
        </w:rPr>
        <w:t xml:space="preserve">(voormalig) </w:t>
      </w:r>
      <w:r>
        <w:rPr>
          <w:rFonts w:ascii="Arial" w:hAnsi="Arial" w:cs="Arial"/>
          <w:sz w:val="20"/>
        </w:rPr>
        <w:t xml:space="preserve">Nederlandse Antillen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Aruba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AD0481" w:rsidRDefault="008D735B" w:rsidP="00AD0481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D735B" w:rsidRDefault="008D735B" w:rsidP="00F8372D">
      <w:pPr>
        <w:tabs>
          <w:tab w:val="left" w:pos="540"/>
          <w:tab w:val="left" w:pos="900"/>
          <w:tab w:val="left" w:pos="1260"/>
        </w:tabs>
        <w:spacing w:line="220" w:lineRule="exact"/>
        <w:ind w:left="539" w:hanging="539"/>
        <w:rPr>
          <w:rFonts w:ascii="Arial" w:hAnsi="Arial" w:cs="Arial"/>
          <w:sz w:val="20"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69</w:t>
      </w:r>
      <w:r w:rsidR="008D735B">
        <w:rPr>
          <w:rFonts w:ascii="Arial" w:hAnsi="Arial" w:cs="Arial"/>
          <w:b/>
          <w:sz w:val="20"/>
        </w:rPr>
        <w:t xml:space="preserve"> </w:t>
      </w:r>
      <w:r w:rsidR="008D735B">
        <w:rPr>
          <w:rFonts w:ascii="Arial" w:hAnsi="Arial" w:cs="Arial"/>
          <w:b/>
          <w:sz w:val="20"/>
        </w:rPr>
        <w:tab/>
        <w:t xml:space="preserve">In welke taal praat u thuis het meeste?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Fries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Nederlands dialect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Indonesisch </w:t>
      </w:r>
    </w:p>
    <w:p w:rsidR="008D735B" w:rsidRPr="00444258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 w:rsidRPr="00444258">
        <w:rPr>
          <w:rFonts w:ascii="Arial" w:hAnsi="Arial" w:cs="Arial"/>
          <w:sz w:val="20"/>
        </w:rPr>
        <w:tab/>
        <w:t xml:space="preserve">Sranan (Surinaams)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 w:rsidRPr="0044425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Marokkaans-Arabisch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Turks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Duits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Papiaments (Nederlandse Antillen)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>Anders, namelijk:</w:t>
      </w:r>
      <w:r w:rsidR="002C22C4">
        <w:rPr>
          <w:rFonts w:ascii="Arial" w:hAnsi="Arial" w:cs="Arial"/>
          <w:sz w:val="20"/>
        </w:rPr>
        <w:t xml:space="preserve"> </w:t>
      </w:r>
      <w:r w:rsidR="002C22C4" w:rsidRPr="002C22C4">
        <w:rPr>
          <w:rFonts w:ascii="Arial" w:hAnsi="Arial" w:cs="Arial"/>
          <w:color w:val="FF0000"/>
          <w:sz w:val="20"/>
        </w:rPr>
        <w:t>(open invulveld)</w:t>
      </w:r>
    </w:p>
    <w:p w:rsidR="008D735B" w:rsidRDefault="008D7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D230C9" w:rsidRDefault="008D735B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7D4059" w:rsidRDefault="007D4059" w:rsidP="00D230C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</w:rPr>
      </w:pPr>
    </w:p>
    <w:p w:rsidR="008D735B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70</w:t>
      </w:r>
      <w:r w:rsidR="008D735B">
        <w:rPr>
          <w:rFonts w:ascii="Arial" w:hAnsi="Arial" w:cs="Arial"/>
          <w:b/>
          <w:sz w:val="20"/>
        </w:rPr>
        <w:tab/>
        <w:t xml:space="preserve">Heeft iemand u geholpen om deze vragenlijst in te vullen? </w:t>
      </w:r>
    </w:p>
    <w:p w:rsidR="008D735B" w:rsidRPr="002C22C4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Nee </w:t>
      </w:r>
      <w:r w:rsidRPr="00AD0481">
        <w:rPr>
          <w:rFonts w:ascii="Arial" w:hAnsi="Arial" w:cs="Arial"/>
          <w:b/>
          <w:sz w:val="20"/>
        </w:rPr>
        <w:sym w:font="Wingdings" w:char="F0E0"/>
      </w:r>
      <w:r w:rsidRPr="00AD0481">
        <w:rPr>
          <w:rFonts w:ascii="Arial" w:hAnsi="Arial" w:cs="Arial"/>
          <w:b/>
          <w:sz w:val="20"/>
        </w:rPr>
        <w:t xml:space="preserve"> </w:t>
      </w:r>
      <w:r w:rsidR="008E3C97" w:rsidRPr="002C22C4">
        <w:rPr>
          <w:rFonts w:ascii="Arial" w:hAnsi="Arial" w:cs="Arial"/>
          <w:b/>
          <w:i/>
          <w:color w:val="FF0000"/>
          <w:sz w:val="20"/>
        </w:rPr>
        <w:t>U bent klaar met invullen</w:t>
      </w:r>
      <w:r w:rsidRPr="002C22C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Ja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9E1AD9" w:rsidRDefault="009E1AD9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C03CA" w:rsidRDefault="00CC03C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8D735B" w:rsidRDefault="00AB638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lastRenderedPageBreak/>
        <w:t>7</w:t>
      </w:r>
      <w:r w:rsidR="00CC03CA">
        <w:rPr>
          <w:rFonts w:ascii="Arial" w:hAnsi="Arial" w:cs="Arial"/>
          <w:b/>
          <w:sz w:val="20"/>
        </w:rPr>
        <w:t>1</w:t>
      </w:r>
      <w:r w:rsidR="008D735B">
        <w:rPr>
          <w:rFonts w:ascii="Arial" w:hAnsi="Arial" w:cs="Arial"/>
          <w:b/>
          <w:sz w:val="20"/>
        </w:rPr>
        <w:tab/>
        <w:t xml:space="preserve">Hoe heeft die persoon u geholpen? </w:t>
      </w:r>
      <w:r w:rsidR="008D735B">
        <w:rPr>
          <w:rFonts w:ascii="Arial" w:hAnsi="Arial" w:cs="Arial"/>
          <w:b/>
          <w:i/>
          <w:sz w:val="20"/>
        </w:rPr>
        <w:t>meerdere antwoorden mogelijk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voorgelezen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mijn antwoorden opgeschreven </w:t>
      </w:r>
    </w:p>
    <w:p w:rsidR="008D735B" w:rsidRDefault="008D735B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F071"/>
      </w:r>
      <w:r>
        <w:rPr>
          <w:rFonts w:ascii="Arial" w:hAnsi="Arial" w:cs="Arial"/>
          <w:sz w:val="20"/>
        </w:rPr>
        <w:tab/>
        <w:t xml:space="preserve">Heeft de vragen in mijn plaats beantwoord </w:t>
      </w:r>
    </w:p>
    <w:p w:rsidR="008D735B" w:rsidRDefault="008D735B" w:rsidP="009E1AD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de vragen in mijn taal vertaald </w:t>
      </w:r>
    </w:p>
    <w:p w:rsidR="009E1AD9" w:rsidRDefault="009E1AD9" w:rsidP="009E1AD9">
      <w:pPr>
        <w:numPr>
          <w:ilvl w:val="0"/>
          <w:numId w:val="4"/>
        </w:numPr>
        <w:tabs>
          <w:tab w:val="left" w:pos="540"/>
          <w:tab w:val="left" w:pos="1260"/>
        </w:tabs>
        <w:spacing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op een andere manier geholpen, namelijk: </w:t>
      </w:r>
      <w:r w:rsidRPr="002C22C4">
        <w:rPr>
          <w:rFonts w:ascii="Arial" w:hAnsi="Arial" w:cs="Arial"/>
          <w:color w:val="FF0000"/>
          <w:sz w:val="20"/>
        </w:rPr>
        <w:t>(open invulveld)</w:t>
      </w:r>
    </w:p>
    <w:p w:rsidR="009E1AD9" w:rsidRDefault="009E1AD9" w:rsidP="009E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  <w:tab w:val="left" w:pos="1260"/>
        </w:tabs>
        <w:spacing w:line="280" w:lineRule="exact"/>
        <w:ind w:left="900"/>
        <w:rPr>
          <w:rFonts w:ascii="Arial" w:hAnsi="Arial" w:cs="Arial"/>
          <w:sz w:val="20"/>
        </w:rPr>
      </w:pPr>
    </w:p>
    <w:p w:rsidR="009E1AD9" w:rsidRDefault="009E1AD9" w:rsidP="009E1AD9">
      <w:pPr>
        <w:tabs>
          <w:tab w:val="left" w:pos="540"/>
          <w:tab w:val="left" w:pos="900"/>
          <w:tab w:val="left" w:pos="1260"/>
        </w:tabs>
        <w:spacing w:line="280" w:lineRule="exact"/>
        <w:ind w:left="540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</w:pPr>
    </w:p>
    <w:p w:rsidR="0038755F" w:rsidRDefault="0038755F" w:rsidP="00CC03C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Arial" w:hAnsi="Arial" w:cs="Arial"/>
          <w:sz w:val="20"/>
        </w:rPr>
        <w:sectPr w:rsidR="0038755F">
          <w:footerReference w:type="default" r:id="rId16"/>
          <w:footerReference w:type="first" r:id="rId17"/>
          <w:pgSz w:w="11907" w:h="16840" w:code="9"/>
          <w:pgMar w:top="851" w:right="851" w:bottom="1134" w:left="851" w:header="709" w:footer="454" w:gutter="0"/>
          <w:paperSrc w:first="7" w:other="7"/>
          <w:cols w:num="2" w:sep="1" w:space="709"/>
          <w:titlePg/>
          <w:docGrid w:linePitch="299"/>
        </w:sectPr>
      </w:pPr>
    </w:p>
    <w:p w:rsidR="00634128" w:rsidRDefault="006341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</w:rPr>
      </w:pPr>
    </w:p>
    <w:p w:rsidR="00EC5FC9" w:rsidRPr="00C07A08" w:rsidRDefault="00C07A08" w:rsidP="00C07A08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0"/>
        </w:rPr>
        <w:sectPr w:rsidR="00EC5FC9" w:rsidRPr="00C07A08" w:rsidSect="00C07A08"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ep="1" w:space="720"/>
          <w:titlePg/>
          <w:docGrid w:linePitch="299"/>
        </w:sectPr>
      </w:pPr>
      <w:r>
        <w:rPr>
          <w:rFonts w:ascii="Arial" w:hAnsi="Arial" w:cs="Arial"/>
          <w:b/>
          <w:sz w:val="24"/>
        </w:rPr>
        <w:t>Hartelijk bedankt voor het invullen van de vragenlijst.</w:t>
      </w:r>
    </w:p>
    <w:p w:rsidR="008D735B" w:rsidRPr="002C22C4" w:rsidRDefault="007D4059" w:rsidP="007D4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2C22C4">
        <w:rPr>
          <w:rFonts w:ascii="Arial" w:hAnsi="Arial" w:cs="Arial"/>
          <w:b/>
          <w:color w:val="FF0000"/>
          <w:sz w:val="24"/>
          <w:szCs w:val="24"/>
        </w:rPr>
        <w:t>‘Vragenlijst verzenden’</w:t>
      </w:r>
    </w:p>
    <w:p w:rsidR="007D4059" w:rsidRPr="002C22C4" w:rsidRDefault="007D4059" w:rsidP="007D4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2C22C4">
        <w:rPr>
          <w:rFonts w:ascii="Arial" w:hAnsi="Arial" w:cs="Arial"/>
          <w:b/>
          <w:color w:val="FF0000"/>
          <w:sz w:val="24"/>
          <w:szCs w:val="24"/>
        </w:rPr>
        <w:t>‘Terug’</w:t>
      </w:r>
    </w:p>
    <w:sectPr w:rsidR="007D4059" w:rsidRPr="002C22C4" w:rsidSect="00C07A08">
      <w:footerReference w:type="default" r:id="rId18"/>
      <w:footerReference w:type="first" r:id="rId19"/>
      <w:type w:val="continuous"/>
      <w:pgSz w:w="11907" w:h="16840" w:code="9"/>
      <w:pgMar w:top="851" w:right="851" w:bottom="1134" w:left="851" w:header="709" w:footer="709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4D2" w:rsidRDefault="00A544D2">
      <w:r>
        <w:separator/>
      </w:r>
    </w:p>
  </w:endnote>
  <w:endnote w:type="continuationSeparator" w:id="0">
    <w:p w:rsidR="00A544D2" w:rsidRDefault="00A5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A544D2" w:rsidRDefault="00A544D2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0524E7">
      <w:rPr>
        <w:rStyle w:val="Paginanummer"/>
        <w:rFonts w:ascii="Arial" w:hAnsi="Arial" w:cs="Arial"/>
        <w:noProof/>
        <w:sz w:val="20"/>
      </w:rPr>
      <w:t>2</w:t>
    </w:r>
    <w:r>
      <w:rPr>
        <w:rStyle w:val="Paginanummer"/>
        <w:rFonts w:ascii="Arial" w:hAnsi="Arial" w:cs="Arial"/>
        <w:sz w:val="20"/>
      </w:rPr>
      <w:fldChar w:fldCharType="end"/>
    </w:r>
  </w:p>
  <w:p w:rsidR="00A544D2" w:rsidRDefault="00A544D2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0524E7"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A544D2" w:rsidRDefault="00A544D2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0524E7"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11</w:t>
    </w:r>
    <w:r>
      <w:rPr>
        <w:rStyle w:val="Paginanummer"/>
        <w:rFonts w:ascii="Arial" w:hAnsi="Arial" w:cs="Arial"/>
        <w:sz w:val="20"/>
      </w:rPr>
      <w:fldChar w:fldCharType="end"/>
    </w:r>
  </w:p>
  <w:p w:rsidR="00A544D2" w:rsidRDefault="00A544D2">
    <w:pPr>
      <w:pStyle w:val="Voettekst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2" w:rsidRDefault="00A544D2">
    <w:pPr>
      <w:pStyle w:val="Voetteks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10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4D2" w:rsidRDefault="00A544D2">
      <w:r>
        <w:separator/>
      </w:r>
    </w:p>
  </w:footnote>
  <w:footnote w:type="continuationSeparator" w:id="0">
    <w:p w:rsidR="00A544D2" w:rsidRDefault="00A54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F90"/>
    <w:multiLevelType w:val="hybridMultilevel"/>
    <w:tmpl w:val="F0323B0C"/>
    <w:lvl w:ilvl="0" w:tplc="E8906CD6">
      <w:start w:val="14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106DC"/>
    <w:multiLevelType w:val="hybridMultilevel"/>
    <w:tmpl w:val="B4C68086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4668B"/>
    <w:multiLevelType w:val="hybridMultilevel"/>
    <w:tmpl w:val="69E6FE98"/>
    <w:lvl w:ilvl="0" w:tplc="AD0C3B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+mn-ea" w:eastAsia="SimSun" w:hAnsi="+mn-ea" w:cs="+mn-e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40217"/>
    <w:multiLevelType w:val="hybridMultilevel"/>
    <w:tmpl w:val="BD18B810"/>
    <w:lvl w:ilvl="0" w:tplc="A7A4DE7A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748B3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7BA3"/>
    <w:multiLevelType w:val="hybridMultilevel"/>
    <w:tmpl w:val="C7C09B2C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65DC7"/>
    <w:multiLevelType w:val="hybridMultilevel"/>
    <w:tmpl w:val="D554A00C"/>
    <w:lvl w:ilvl="0" w:tplc="6956A0F2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3" w15:restartNumberingAfterBreak="0">
    <w:nsid w:val="36EA7833"/>
    <w:multiLevelType w:val="hybridMultilevel"/>
    <w:tmpl w:val="A030E96A"/>
    <w:lvl w:ilvl="0" w:tplc="6826EDAC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42BE2F57"/>
    <w:multiLevelType w:val="hybridMultilevel"/>
    <w:tmpl w:val="B2FE3E2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41ACF"/>
    <w:multiLevelType w:val="hybridMultilevel"/>
    <w:tmpl w:val="6E26125E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306E8"/>
    <w:multiLevelType w:val="hybridMultilevel"/>
    <w:tmpl w:val="E9006BC8"/>
    <w:lvl w:ilvl="0" w:tplc="673A93FE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0" w15:restartNumberingAfterBreak="0">
    <w:nsid w:val="544F19A6"/>
    <w:multiLevelType w:val="hybridMultilevel"/>
    <w:tmpl w:val="057CDEC4"/>
    <w:lvl w:ilvl="0" w:tplc="AA1C85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24682E">
      <w:numFmt w:val="decimal"/>
      <w:lvlText w:val="%3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16BDA"/>
    <w:multiLevelType w:val="hybridMultilevel"/>
    <w:tmpl w:val="9E28FD48"/>
    <w:lvl w:ilvl="0" w:tplc="0748B3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D5DA3"/>
    <w:multiLevelType w:val="multilevel"/>
    <w:tmpl w:val="69E6FE9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+mn-ea" w:eastAsia="SimSun" w:hAnsi="+mn-ea" w:cs="+mn-e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D2259"/>
    <w:multiLevelType w:val="hybridMultilevel"/>
    <w:tmpl w:val="45EA788E"/>
    <w:lvl w:ilvl="0" w:tplc="AE72EE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D27D08"/>
    <w:multiLevelType w:val="multilevel"/>
    <w:tmpl w:val="C1D2518C"/>
    <w:lvl w:ilvl="0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8639B"/>
    <w:multiLevelType w:val="hybridMultilevel"/>
    <w:tmpl w:val="D49E5234"/>
    <w:lvl w:ilvl="0" w:tplc="85A457D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+mn-e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2"/>
  </w:num>
  <w:num w:numId="5">
    <w:abstractNumId w:val="17"/>
  </w:num>
  <w:num w:numId="6">
    <w:abstractNumId w:val="10"/>
  </w:num>
  <w:num w:numId="7">
    <w:abstractNumId w:val="8"/>
  </w:num>
  <w:num w:numId="8">
    <w:abstractNumId w:val="13"/>
  </w:num>
  <w:num w:numId="9">
    <w:abstractNumId w:val="22"/>
  </w:num>
  <w:num w:numId="10">
    <w:abstractNumId w:val="21"/>
  </w:num>
  <w:num w:numId="11">
    <w:abstractNumId w:val="26"/>
  </w:num>
  <w:num w:numId="12">
    <w:abstractNumId w:val="9"/>
  </w:num>
  <w:num w:numId="13">
    <w:abstractNumId w:val="25"/>
  </w:num>
  <w:num w:numId="14">
    <w:abstractNumId w:val="16"/>
  </w:num>
  <w:num w:numId="15">
    <w:abstractNumId w:val="28"/>
  </w:num>
  <w:num w:numId="16">
    <w:abstractNumId w:val="23"/>
  </w:num>
  <w:num w:numId="17">
    <w:abstractNumId w:val="6"/>
  </w:num>
  <w:num w:numId="18">
    <w:abstractNumId w:val="24"/>
  </w:num>
  <w:num w:numId="19">
    <w:abstractNumId w:val="27"/>
  </w:num>
  <w:num w:numId="20">
    <w:abstractNumId w:val="15"/>
  </w:num>
  <w:num w:numId="21">
    <w:abstractNumId w:val="11"/>
  </w:num>
  <w:num w:numId="22">
    <w:abstractNumId w:val="1"/>
  </w:num>
  <w:num w:numId="23">
    <w:abstractNumId w:val="7"/>
  </w:num>
  <w:num w:numId="24">
    <w:abstractNumId w:val="18"/>
  </w:num>
  <w:num w:numId="25">
    <w:abstractNumId w:val="4"/>
  </w:num>
  <w:num w:numId="26">
    <w:abstractNumId w:val="12"/>
  </w:num>
  <w:num w:numId="27">
    <w:abstractNumId w:val="3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5B"/>
    <w:rsid w:val="000029CD"/>
    <w:rsid w:val="00013781"/>
    <w:rsid w:val="0002385C"/>
    <w:rsid w:val="00027B37"/>
    <w:rsid w:val="0003517E"/>
    <w:rsid w:val="00043B66"/>
    <w:rsid w:val="00051DDA"/>
    <w:rsid w:val="000524E7"/>
    <w:rsid w:val="000560F4"/>
    <w:rsid w:val="000574C3"/>
    <w:rsid w:val="00063071"/>
    <w:rsid w:val="00072AB4"/>
    <w:rsid w:val="00075D4C"/>
    <w:rsid w:val="000852C7"/>
    <w:rsid w:val="000A532C"/>
    <w:rsid w:val="000A7B0E"/>
    <w:rsid w:val="000E1A32"/>
    <w:rsid w:val="001110DB"/>
    <w:rsid w:val="00120D9A"/>
    <w:rsid w:val="00135A80"/>
    <w:rsid w:val="001361A1"/>
    <w:rsid w:val="001407D2"/>
    <w:rsid w:val="001746CC"/>
    <w:rsid w:val="0018335D"/>
    <w:rsid w:val="001869DA"/>
    <w:rsid w:val="00197327"/>
    <w:rsid w:val="001A3D50"/>
    <w:rsid w:val="001C2255"/>
    <w:rsid w:val="001D408F"/>
    <w:rsid w:val="001D50F5"/>
    <w:rsid w:val="001D59AE"/>
    <w:rsid w:val="001F1009"/>
    <w:rsid w:val="00201AE7"/>
    <w:rsid w:val="00240A89"/>
    <w:rsid w:val="00245FF2"/>
    <w:rsid w:val="002753AC"/>
    <w:rsid w:val="0027551A"/>
    <w:rsid w:val="0027744D"/>
    <w:rsid w:val="00285704"/>
    <w:rsid w:val="002A35D8"/>
    <w:rsid w:val="002C0A30"/>
    <w:rsid w:val="002C22C4"/>
    <w:rsid w:val="002C29E9"/>
    <w:rsid w:val="002F2CAD"/>
    <w:rsid w:val="002F2E0F"/>
    <w:rsid w:val="00345A9A"/>
    <w:rsid w:val="00354229"/>
    <w:rsid w:val="0036644D"/>
    <w:rsid w:val="003673B4"/>
    <w:rsid w:val="00382E95"/>
    <w:rsid w:val="0038684A"/>
    <w:rsid w:val="0038755F"/>
    <w:rsid w:val="003B5E82"/>
    <w:rsid w:val="003B6B0D"/>
    <w:rsid w:val="003D06DE"/>
    <w:rsid w:val="003E6E57"/>
    <w:rsid w:val="003F6DF3"/>
    <w:rsid w:val="003F7534"/>
    <w:rsid w:val="0042630B"/>
    <w:rsid w:val="00444258"/>
    <w:rsid w:val="004822B2"/>
    <w:rsid w:val="00485443"/>
    <w:rsid w:val="004F29D3"/>
    <w:rsid w:val="004F68A6"/>
    <w:rsid w:val="0051147F"/>
    <w:rsid w:val="005301FD"/>
    <w:rsid w:val="00544171"/>
    <w:rsid w:val="005518FB"/>
    <w:rsid w:val="005562EB"/>
    <w:rsid w:val="005D5C31"/>
    <w:rsid w:val="005E0248"/>
    <w:rsid w:val="005E5589"/>
    <w:rsid w:val="005E7758"/>
    <w:rsid w:val="005F1E16"/>
    <w:rsid w:val="00624C64"/>
    <w:rsid w:val="006305E0"/>
    <w:rsid w:val="00634128"/>
    <w:rsid w:val="0065402F"/>
    <w:rsid w:val="00675A5F"/>
    <w:rsid w:val="00682B51"/>
    <w:rsid w:val="00691F15"/>
    <w:rsid w:val="006C1384"/>
    <w:rsid w:val="006D0C91"/>
    <w:rsid w:val="006E0B33"/>
    <w:rsid w:val="00773A10"/>
    <w:rsid w:val="00790CDB"/>
    <w:rsid w:val="007A6954"/>
    <w:rsid w:val="007B3750"/>
    <w:rsid w:val="007B460C"/>
    <w:rsid w:val="007D2DE0"/>
    <w:rsid w:val="007D4059"/>
    <w:rsid w:val="007E2DDB"/>
    <w:rsid w:val="00800E1B"/>
    <w:rsid w:val="00854313"/>
    <w:rsid w:val="0085677B"/>
    <w:rsid w:val="0085709C"/>
    <w:rsid w:val="00877900"/>
    <w:rsid w:val="0088771D"/>
    <w:rsid w:val="008C2390"/>
    <w:rsid w:val="008D05E8"/>
    <w:rsid w:val="008D735B"/>
    <w:rsid w:val="008E3C97"/>
    <w:rsid w:val="009055AC"/>
    <w:rsid w:val="00912F10"/>
    <w:rsid w:val="00915FE2"/>
    <w:rsid w:val="00920860"/>
    <w:rsid w:val="00922A3B"/>
    <w:rsid w:val="0092319E"/>
    <w:rsid w:val="00927AAD"/>
    <w:rsid w:val="00936662"/>
    <w:rsid w:val="00950539"/>
    <w:rsid w:val="00954049"/>
    <w:rsid w:val="00957B7D"/>
    <w:rsid w:val="0097486B"/>
    <w:rsid w:val="00980555"/>
    <w:rsid w:val="009901DF"/>
    <w:rsid w:val="009B5488"/>
    <w:rsid w:val="009E1AD9"/>
    <w:rsid w:val="00A02CEA"/>
    <w:rsid w:val="00A1698E"/>
    <w:rsid w:val="00A236B7"/>
    <w:rsid w:val="00A26B91"/>
    <w:rsid w:val="00A31500"/>
    <w:rsid w:val="00A544D2"/>
    <w:rsid w:val="00A766DD"/>
    <w:rsid w:val="00A91DBC"/>
    <w:rsid w:val="00AA5DA0"/>
    <w:rsid w:val="00AA64C6"/>
    <w:rsid w:val="00AB6388"/>
    <w:rsid w:val="00AB7265"/>
    <w:rsid w:val="00AD0481"/>
    <w:rsid w:val="00B472E6"/>
    <w:rsid w:val="00B476E6"/>
    <w:rsid w:val="00B5273F"/>
    <w:rsid w:val="00B5425B"/>
    <w:rsid w:val="00B56835"/>
    <w:rsid w:val="00B63D4C"/>
    <w:rsid w:val="00B6545E"/>
    <w:rsid w:val="00B74571"/>
    <w:rsid w:val="00BC330E"/>
    <w:rsid w:val="00C07A08"/>
    <w:rsid w:val="00C2139F"/>
    <w:rsid w:val="00C2299C"/>
    <w:rsid w:val="00C25FD7"/>
    <w:rsid w:val="00C6542C"/>
    <w:rsid w:val="00C71EFC"/>
    <w:rsid w:val="00C7643F"/>
    <w:rsid w:val="00C97573"/>
    <w:rsid w:val="00CA21BE"/>
    <w:rsid w:val="00CB7288"/>
    <w:rsid w:val="00CC03CA"/>
    <w:rsid w:val="00CC3C1F"/>
    <w:rsid w:val="00CE2C5C"/>
    <w:rsid w:val="00CE5CB5"/>
    <w:rsid w:val="00CE69BA"/>
    <w:rsid w:val="00CF581B"/>
    <w:rsid w:val="00CF7566"/>
    <w:rsid w:val="00D11318"/>
    <w:rsid w:val="00D130BF"/>
    <w:rsid w:val="00D2193C"/>
    <w:rsid w:val="00D230C9"/>
    <w:rsid w:val="00D556A0"/>
    <w:rsid w:val="00D571CB"/>
    <w:rsid w:val="00D77B8E"/>
    <w:rsid w:val="00D87931"/>
    <w:rsid w:val="00D95C0E"/>
    <w:rsid w:val="00DB0451"/>
    <w:rsid w:val="00DB10B5"/>
    <w:rsid w:val="00DB7ACB"/>
    <w:rsid w:val="00DD1C08"/>
    <w:rsid w:val="00DD7670"/>
    <w:rsid w:val="00DE2054"/>
    <w:rsid w:val="00DE612E"/>
    <w:rsid w:val="00DE7B4E"/>
    <w:rsid w:val="00DF44E2"/>
    <w:rsid w:val="00DF70E5"/>
    <w:rsid w:val="00E10BE1"/>
    <w:rsid w:val="00E64A8E"/>
    <w:rsid w:val="00E70BA7"/>
    <w:rsid w:val="00E7211C"/>
    <w:rsid w:val="00E90FD0"/>
    <w:rsid w:val="00E92D36"/>
    <w:rsid w:val="00E961FE"/>
    <w:rsid w:val="00E96E2D"/>
    <w:rsid w:val="00EB2C76"/>
    <w:rsid w:val="00EB3BF5"/>
    <w:rsid w:val="00EC02A3"/>
    <w:rsid w:val="00EC5FC9"/>
    <w:rsid w:val="00EE2AF7"/>
    <w:rsid w:val="00F140A9"/>
    <w:rsid w:val="00F2254F"/>
    <w:rsid w:val="00F57DA1"/>
    <w:rsid w:val="00F62595"/>
    <w:rsid w:val="00F6276A"/>
    <w:rsid w:val="00F66904"/>
    <w:rsid w:val="00F7215A"/>
    <w:rsid w:val="00F72469"/>
    <w:rsid w:val="00F8372D"/>
    <w:rsid w:val="00F905F1"/>
    <w:rsid w:val="00F95990"/>
    <w:rsid w:val="00F9603A"/>
    <w:rsid w:val="00FB2480"/>
    <w:rsid w:val="00FB40E4"/>
    <w:rsid w:val="00FC09B6"/>
    <w:rsid w:val="00FC6A50"/>
    <w:rsid w:val="00FE0B9A"/>
    <w:rsid w:val="00FE3C24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F3EC0EA4-1FFD-4F56-8B1E-59615526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524E7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0524E7"/>
    <w:pPr>
      <w:numPr>
        <w:numId w:val="2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0524E7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0524E7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0524E7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0524E7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0524E7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0524E7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0524E7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0524E7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0524E7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0524E7"/>
  </w:style>
  <w:style w:type="paragraph" w:styleId="Plattetekst">
    <w:name w:val="Body Text"/>
    <w:basedOn w:val="Standaard"/>
    <w:rPr>
      <w:b/>
      <w:bCs/>
      <w:strike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tekst">
    <w:name w:val="header"/>
    <w:basedOn w:val="Standaard"/>
    <w:rsid w:val="000524E7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0524E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</w:style>
  <w:style w:type="character" w:styleId="Verwijzingopmerking">
    <w:name w:val="annotation reference"/>
    <w:basedOn w:val="Standaardalinea-lettertyp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character" w:customStyle="1" w:styleId="Kop2Char">
    <w:name w:val="Kop 2 Char"/>
    <w:basedOn w:val="Standaardalinea-lettertype"/>
    <w:link w:val="Kop2"/>
    <w:rsid w:val="000524E7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0524E7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0524E7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0524E7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0524E7"/>
    <w:rPr>
      <w:rFonts w:ascii="Verdana" w:hAnsi="Verdana"/>
      <w:bCs/>
      <w:sz w:val="18"/>
      <w:szCs w:val="22"/>
    </w:rPr>
  </w:style>
  <w:style w:type="character" w:customStyle="1" w:styleId="Kop8Char">
    <w:name w:val="Kop 8 Char"/>
    <w:basedOn w:val="Standaardalinea-lettertype"/>
    <w:link w:val="Kop8"/>
    <w:rsid w:val="000524E7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0524E7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0524E7"/>
    <w:pPr>
      <w:numPr>
        <w:numId w:val="22"/>
      </w:numPr>
    </w:pPr>
  </w:style>
  <w:style w:type="paragraph" w:customStyle="1" w:styleId="RAankruisvak-vinkje">
    <w:name w:val="R_Aankruisvak-vinkje"/>
    <w:basedOn w:val="Standaard"/>
    <w:rsid w:val="000524E7"/>
    <w:pPr>
      <w:numPr>
        <w:numId w:val="23"/>
      </w:numPr>
    </w:pPr>
  </w:style>
  <w:style w:type="paragraph" w:customStyle="1" w:styleId="RAfzend-invulling">
    <w:name w:val="R_Afzend-invulling"/>
    <w:basedOn w:val="Standaard"/>
    <w:next w:val="Standaard"/>
    <w:rsid w:val="000524E7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0524E7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0524E7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0524E7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0524E7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0524E7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0524E7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0524E7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0524E7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0524E7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0524E7"/>
    <w:pPr>
      <w:numPr>
        <w:numId w:val="24"/>
      </w:numPr>
    </w:pPr>
  </w:style>
  <w:style w:type="paragraph" w:customStyle="1" w:styleId="ROpsomming-bolletjes-klein">
    <w:name w:val="R_Opsomming-bolletjes-klein"/>
    <w:basedOn w:val="Standaard"/>
    <w:rsid w:val="000524E7"/>
    <w:pPr>
      <w:numPr>
        <w:numId w:val="2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0524E7"/>
    <w:pPr>
      <w:numPr>
        <w:numId w:val="2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0524E7"/>
    <w:pPr>
      <w:numPr>
        <w:numId w:val="27"/>
      </w:numPr>
    </w:pPr>
  </w:style>
  <w:style w:type="paragraph" w:customStyle="1" w:styleId="ROpsomming-genummerd">
    <w:name w:val="R_Opsomming-genummerd"/>
    <w:basedOn w:val="Standaard"/>
    <w:rsid w:val="000524E7"/>
    <w:pPr>
      <w:numPr>
        <w:numId w:val="2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0524E7"/>
    <w:pPr>
      <w:numPr>
        <w:numId w:val="29"/>
      </w:numPr>
    </w:pPr>
  </w:style>
  <w:style w:type="paragraph" w:customStyle="1" w:styleId="RPaginanummer">
    <w:name w:val="R_Paginanummer"/>
    <w:basedOn w:val="RAfzend-invulling"/>
    <w:next w:val="Standaard"/>
    <w:rsid w:val="000524E7"/>
    <w:rPr>
      <w:szCs w:val="18"/>
    </w:rPr>
  </w:style>
  <w:style w:type="paragraph" w:customStyle="1" w:styleId="RReferenties">
    <w:name w:val="R_Referenties"/>
    <w:basedOn w:val="Standaard"/>
    <w:next w:val="Standaard"/>
    <w:rsid w:val="000524E7"/>
    <w:rPr>
      <w:szCs w:val="18"/>
    </w:rPr>
  </w:style>
  <w:style w:type="paragraph" w:customStyle="1" w:styleId="RRetouradres">
    <w:name w:val="R_Retouradres"/>
    <w:basedOn w:val="RAfzend-invulling"/>
    <w:next w:val="Standaard"/>
    <w:rsid w:val="000524E7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0524E7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0524E7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0524E7"/>
    <w:rPr>
      <w:b/>
      <w:sz w:val="14"/>
    </w:rPr>
  </w:style>
  <w:style w:type="paragraph" w:customStyle="1" w:styleId="RTabeltekst">
    <w:name w:val="R_Tabeltekst"/>
    <w:basedOn w:val="Standaard"/>
    <w:rsid w:val="000524E7"/>
    <w:rPr>
      <w:sz w:val="14"/>
    </w:rPr>
  </w:style>
  <w:style w:type="paragraph" w:customStyle="1" w:styleId="RTitel">
    <w:name w:val="R_Titel"/>
    <w:basedOn w:val="Standaard"/>
    <w:next w:val="Standaard"/>
    <w:rsid w:val="000524E7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0524E7"/>
    <w:rPr>
      <w:szCs w:val="18"/>
    </w:rPr>
  </w:style>
  <w:style w:type="character" w:customStyle="1" w:styleId="RVoetnootmarkering">
    <w:name w:val="R_Voetnootmarkering"/>
    <w:rsid w:val="000524E7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0524E7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0524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0524E7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0524E7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0524E7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0524E7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0524E7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0524E7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0524E7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0524E7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0524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0524E7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0524E7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0524E7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0524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0524E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0524E7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0524E7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0524E7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0524E7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0524E7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0524E7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0524E7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0524E7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7C79AB2A72AF8B44BD6363B0567BD894" ma:contentTypeVersion="173" ma:contentTypeDescription="Een nieuw document maken." ma:contentTypeScope="" ma:versionID="78f7e30b41731bffa8072348e193d1e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2010-05-31T22:00:00+00:00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5F3B03-219C-4643-82DC-43DFA5242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CE41C-7B1A-43C8-9CF9-B5E45533E75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4C9185-D338-45EE-A8C9-AC6A82AC7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A99F8-E77D-4EA7-800B-312980DABF7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4EF256-2BAC-48DE-BD32-A75B1FF12E27}">
  <ds:schemaRefs>
    <ds:schemaRef ds:uri="fd2069cc-00ae-4f60-8ff8-57f81a5b98cd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2321</Words>
  <Characters>12771</Characters>
  <Application>Microsoft Office Word</Application>
  <DocSecurity>0</DocSecurity>
  <Lines>106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nivel</dc:creator>
  <cp:keywords/>
  <dc:description/>
  <cp:lastModifiedBy>Rijk, mw. J. de</cp:lastModifiedBy>
  <cp:revision>2</cp:revision>
  <cp:lastPrinted>2010-03-17T09:05:00Z</cp:lastPrinted>
  <dcterms:created xsi:type="dcterms:W3CDTF">2019-03-22T15:13:00Z</dcterms:created>
  <dcterms:modified xsi:type="dcterms:W3CDTF">2019-03-22T15:13:00Z</dcterms:modified>
</cp:coreProperties>
</file>